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B6" w:rsidRDefault="005E7CB6" w:rsidP="00841ACC">
      <w:pPr>
        <w:widowControl w:val="0"/>
        <w:autoSpaceDE w:val="0"/>
        <w:autoSpaceDN w:val="0"/>
        <w:adjustRightInd w:val="0"/>
        <w:spacing w:after="0" w:line="240" w:lineRule="auto"/>
        <w:ind w:left="5244" w:firstLine="4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«УТВЕРЖДАЮ»</w:t>
      </w:r>
    </w:p>
    <w:p w:rsidR="005E7CB6" w:rsidRDefault="005E7CB6" w:rsidP="00841AC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Глава Курского муниципального</w:t>
      </w:r>
    </w:p>
    <w:p w:rsidR="005E7CB6" w:rsidRDefault="005E7CB6" w:rsidP="00841AC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района Ставропольского края</w:t>
      </w:r>
    </w:p>
    <w:p w:rsidR="005E7CB6" w:rsidRDefault="005E7CB6" w:rsidP="00841AC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4"/>
        </w:rPr>
      </w:pPr>
    </w:p>
    <w:p w:rsidR="005E7CB6" w:rsidRDefault="005E7CB6" w:rsidP="00841AC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С.И.Калашников</w:t>
      </w:r>
    </w:p>
    <w:p w:rsidR="005E7CB6" w:rsidRDefault="005E7CB6" w:rsidP="00841AC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5E7CB6" w:rsidRDefault="005E7CB6" w:rsidP="00841ACC">
      <w:pPr>
        <w:widowControl w:val="0"/>
        <w:autoSpaceDE w:val="0"/>
        <w:autoSpaceDN w:val="0"/>
        <w:adjustRightInd w:val="0"/>
        <w:spacing w:after="0" w:line="240" w:lineRule="exact"/>
        <w:ind w:left="382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 28 »  июня                 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</w:p>
    <w:p w:rsidR="005E7CB6" w:rsidRPr="00016917" w:rsidRDefault="005E7CB6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  <w:lang w:eastAsia="zh-CN"/>
        </w:rPr>
      </w:pPr>
    </w:p>
    <w:p w:rsidR="005E7CB6" w:rsidRPr="00016917" w:rsidRDefault="005E7CB6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  <w:lang w:eastAsia="zh-CN"/>
        </w:rPr>
      </w:pPr>
    </w:p>
    <w:p w:rsidR="005E7CB6" w:rsidRPr="00016917" w:rsidRDefault="005E7CB6" w:rsidP="003C0C0F">
      <w:pPr>
        <w:spacing w:after="0" w:line="240" w:lineRule="exac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  <w:r w:rsidRPr="00016917">
        <w:rPr>
          <w:rFonts w:ascii="Times New Roman" w:hAnsi="Times New Roman"/>
          <w:iCs/>
          <w:sz w:val="28"/>
          <w:szCs w:val="28"/>
          <w:lang w:eastAsia="zh-CN"/>
        </w:rPr>
        <w:t>ТЕХНОЛОГИЧЕСКАЯ СХЕМА</w:t>
      </w:r>
    </w:p>
    <w:p w:rsidR="005E7CB6" w:rsidRPr="00016917" w:rsidRDefault="005E7CB6" w:rsidP="003C0C0F">
      <w:pPr>
        <w:spacing w:after="0" w:line="240" w:lineRule="exact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Pr="00016917">
        <w:rPr>
          <w:rFonts w:ascii="Times New Roman" w:hAnsi="Times New Roman"/>
          <w:iCs/>
          <w:sz w:val="28"/>
          <w:szCs w:val="28"/>
          <w:lang w:eastAsia="zh-CN"/>
        </w:rPr>
        <w:t>«Организация отдыха детей в каникулярное время»</w:t>
      </w:r>
    </w:p>
    <w:p w:rsidR="005E7CB6" w:rsidRPr="00016917" w:rsidRDefault="005E7CB6" w:rsidP="003C0C0F">
      <w:pPr>
        <w:spacing w:after="0" w:line="240" w:lineRule="exac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</w:p>
    <w:p w:rsidR="005E7CB6" w:rsidRPr="00016917" w:rsidRDefault="005E7CB6" w:rsidP="00675A83">
      <w:pPr>
        <w:spacing w:after="200" w:line="276" w:lineRule="auto"/>
        <w:jc w:val="center"/>
        <w:rPr>
          <w:rFonts w:ascii="Times New Roman" w:hAnsi="Times New Roman"/>
          <w:b/>
          <w:bCs/>
          <w:lang w:eastAsia="zh-CN"/>
        </w:rPr>
      </w:pPr>
      <w:r w:rsidRPr="00016917">
        <w:rPr>
          <w:rFonts w:ascii="Times New Roman" w:hAnsi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5E7CB6" w:rsidRPr="008A561C" w:rsidTr="003C0DEB">
        <w:trPr>
          <w:trHeight w:val="509"/>
          <w:tblHeader/>
        </w:trPr>
        <w:tc>
          <w:tcPr>
            <w:tcW w:w="822" w:type="dxa"/>
            <w:vAlign w:val="center"/>
          </w:tcPr>
          <w:p w:rsidR="005E7CB6" w:rsidRPr="00016917" w:rsidRDefault="005E7CB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5E7CB6" w:rsidRPr="00016917" w:rsidRDefault="005E7CB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vAlign w:val="center"/>
          </w:tcPr>
          <w:p w:rsidR="005E7CB6" w:rsidRPr="00016917" w:rsidRDefault="005E7CB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vAlign w:val="center"/>
          </w:tcPr>
          <w:p w:rsidR="005E7CB6" w:rsidRPr="00016917" w:rsidRDefault="005E7CB6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5E7CB6" w:rsidRPr="008A561C" w:rsidTr="003C0DEB">
        <w:trPr>
          <w:trHeight w:val="236"/>
          <w:tblHeader/>
        </w:trPr>
        <w:tc>
          <w:tcPr>
            <w:tcW w:w="822" w:type="dxa"/>
            <w:vAlign w:val="center"/>
          </w:tcPr>
          <w:p w:rsidR="005E7CB6" w:rsidRPr="00016917" w:rsidRDefault="005E7CB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vAlign w:val="center"/>
          </w:tcPr>
          <w:p w:rsidR="005E7CB6" w:rsidRPr="00016917" w:rsidRDefault="005E7CB6" w:rsidP="008E0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vAlign w:val="center"/>
          </w:tcPr>
          <w:p w:rsidR="005E7CB6" w:rsidRPr="00016917" w:rsidRDefault="005E7CB6" w:rsidP="008E053F">
            <w:pPr>
              <w:spacing w:after="0" w:line="240" w:lineRule="auto"/>
              <w:jc w:val="center"/>
              <w:rPr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5E7CB6" w:rsidRPr="008A561C" w:rsidTr="003C0DEB">
        <w:trPr>
          <w:trHeight w:val="671"/>
        </w:trPr>
        <w:tc>
          <w:tcPr>
            <w:tcW w:w="822" w:type="dxa"/>
          </w:tcPr>
          <w:p w:rsidR="005E7CB6" w:rsidRPr="00016917" w:rsidRDefault="005E7CB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</w:tcPr>
          <w:p w:rsidR="005E7CB6" w:rsidRPr="00016917" w:rsidRDefault="005E7CB6" w:rsidP="008E053F">
            <w:pPr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Курского муниципального района</w:t>
            </w:r>
            <w:r w:rsidRPr="00FE1A69">
              <w:rPr>
                <w:rFonts w:ascii="Times New Roman" w:hAnsi="Times New Roman"/>
                <w:sz w:val="18"/>
                <w:szCs w:val="18"/>
              </w:rPr>
              <w:t xml:space="preserve"> Ставропольского края</w:t>
            </w:r>
          </w:p>
        </w:tc>
      </w:tr>
      <w:tr w:rsidR="005E7CB6" w:rsidRPr="008A561C" w:rsidTr="003C0DEB">
        <w:trPr>
          <w:trHeight w:val="377"/>
        </w:trPr>
        <w:tc>
          <w:tcPr>
            <w:tcW w:w="822" w:type="dxa"/>
          </w:tcPr>
          <w:p w:rsidR="005E7CB6" w:rsidRPr="00016917" w:rsidRDefault="005E7CB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</w:tcPr>
          <w:p w:rsidR="005E7CB6" w:rsidRPr="00016917" w:rsidRDefault="005E7CB6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5E7CB6" w:rsidRPr="008A561C" w:rsidTr="003C0DEB">
        <w:trPr>
          <w:trHeight w:val="318"/>
        </w:trPr>
        <w:tc>
          <w:tcPr>
            <w:tcW w:w="822" w:type="dxa"/>
          </w:tcPr>
          <w:p w:rsidR="005E7CB6" w:rsidRPr="00016917" w:rsidRDefault="005E7CB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vAlign w:val="bottom"/>
          </w:tcPr>
          <w:p w:rsidR="005E7CB6" w:rsidRPr="00016917" w:rsidRDefault="005E7CB6" w:rsidP="008E0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отдыха детей в каникулярное время</w:t>
            </w:r>
          </w:p>
        </w:tc>
      </w:tr>
      <w:tr w:rsidR="005E7CB6" w:rsidRPr="008A561C" w:rsidTr="003C0DEB">
        <w:trPr>
          <w:trHeight w:val="296"/>
        </w:trPr>
        <w:tc>
          <w:tcPr>
            <w:tcW w:w="822" w:type="dxa"/>
          </w:tcPr>
          <w:p w:rsidR="005E7CB6" w:rsidRPr="00016917" w:rsidRDefault="005E7CB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vAlign w:val="bottom"/>
          </w:tcPr>
          <w:p w:rsidR="005E7CB6" w:rsidRPr="00016917" w:rsidRDefault="005E7CB6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Организация отдыха детей в каникулярное время</w:t>
            </w:r>
          </w:p>
        </w:tc>
      </w:tr>
      <w:tr w:rsidR="005E7CB6" w:rsidRPr="008A561C" w:rsidTr="003C0DEB">
        <w:trPr>
          <w:trHeight w:val="405"/>
        </w:trPr>
        <w:tc>
          <w:tcPr>
            <w:tcW w:w="822" w:type="dxa"/>
          </w:tcPr>
          <w:p w:rsidR="005E7CB6" w:rsidRPr="00016917" w:rsidRDefault="005E7CB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vAlign w:val="bottom"/>
          </w:tcPr>
          <w:p w:rsidR="005E7CB6" w:rsidRPr="00016917" w:rsidRDefault="005E7CB6" w:rsidP="00A54F8D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в работе</w:t>
            </w:r>
          </w:p>
        </w:tc>
      </w:tr>
      <w:tr w:rsidR="005E7CB6" w:rsidRPr="008A561C" w:rsidTr="003C0DEB">
        <w:trPr>
          <w:trHeight w:val="405"/>
        </w:trPr>
        <w:tc>
          <w:tcPr>
            <w:tcW w:w="822" w:type="dxa"/>
          </w:tcPr>
          <w:p w:rsidR="005E7CB6" w:rsidRPr="00016917" w:rsidRDefault="005E7CB6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</w:tcPr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</w:tcPr>
          <w:p w:rsidR="005E7CB6" w:rsidRPr="00016917" w:rsidRDefault="005E7CB6" w:rsidP="008E0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5E7CB6" w:rsidRPr="008A561C" w:rsidTr="003C0DEB">
        <w:trPr>
          <w:trHeight w:val="785"/>
        </w:trPr>
        <w:tc>
          <w:tcPr>
            <w:tcW w:w="822" w:type="dxa"/>
          </w:tcPr>
          <w:p w:rsidR="005E7CB6" w:rsidRPr="00016917" w:rsidRDefault="005E7CB6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</w:tcPr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</w:tcPr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 Радиотелефонная связь (смс-опрос, телефонный 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 Региональный портал государственных и муниц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footnoteReference w:customMarkFollows="1" w:id="1"/>
              <w:t>*</w:t>
            </w:r>
          </w:p>
          <w:p w:rsidR="005E7CB6" w:rsidRPr="00016917" w:rsidRDefault="005E7CB6" w:rsidP="008E05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 Официальный сайт органа, предоставляющего усл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гу</w:t>
            </w:r>
            <w:r w:rsidRPr="008A561C">
              <w:rPr>
                <w:lang w:eastAsia="zh-CN"/>
              </w:rPr>
              <w:t>*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5E7CB6" w:rsidRPr="00016917" w:rsidRDefault="005E7CB6" w:rsidP="00675A83">
      <w:pPr>
        <w:spacing w:after="200" w:line="276" w:lineRule="auto"/>
        <w:rPr>
          <w:lang w:eastAsia="zh-CN"/>
        </w:rPr>
        <w:sectPr w:rsidR="005E7CB6" w:rsidRPr="00016917" w:rsidSect="000C618D">
          <w:headerReference w:type="default" r:id="rId7"/>
          <w:footerReference w:type="default" r:id="rId8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5E7CB6" w:rsidRPr="00016917" w:rsidRDefault="005E7CB6" w:rsidP="00675A83">
      <w:pPr>
        <w:spacing w:after="200" w:line="276" w:lineRule="auto"/>
        <w:rPr>
          <w:lang w:eastAsia="zh-CN"/>
        </w:rPr>
      </w:pPr>
    </w:p>
    <w:p w:rsidR="005E7CB6" w:rsidRPr="00016917" w:rsidRDefault="005E7CB6" w:rsidP="00675A83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016917">
        <w:rPr>
          <w:rFonts w:ascii="Times New Roman" w:hAnsi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792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5E7CB6" w:rsidRPr="008A561C" w:rsidTr="00A02BEE">
        <w:trPr>
          <w:trHeight w:val="300"/>
        </w:trPr>
        <w:tc>
          <w:tcPr>
            <w:tcW w:w="2830" w:type="dxa"/>
            <w:gridSpan w:val="2"/>
          </w:tcPr>
          <w:p w:rsidR="005E7CB6" w:rsidRPr="00016917" w:rsidRDefault="005E7CB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792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отк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за в приеме д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200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Основания для отк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за в предоставлении «подуслуги»</w:t>
            </w:r>
          </w:p>
        </w:tc>
        <w:tc>
          <w:tcPr>
            <w:tcW w:w="981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 «п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зультата «п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дуслуги»</w:t>
            </w:r>
          </w:p>
        </w:tc>
      </w:tr>
      <w:tr w:rsidR="005E7CB6" w:rsidRPr="008A561C" w:rsidTr="00A02BEE">
        <w:trPr>
          <w:trHeight w:val="2700"/>
        </w:trPr>
        <w:tc>
          <w:tcPr>
            <w:tcW w:w="1413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792" w:type="dxa"/>
            <w:vMerge/>
          </w:tcPr>
          <w:p w:rsidR="005E7CB6" w:rsidRPr="00016917" w:rsidRDefault="005E7CB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00" w:type="dxa"/>
            <w:vMerge/>
          </w:tcPr>
          <w:p w:rsidR="005E7CB6" w:rsidRPr="00016917" w:rsidRDefault="005E7CB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</w:tcPr>
          <w:p w:rsidR="005E7CB6" w:rsidRPr="00016917" w:rsidRDefault="005E7CB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</w:tcPr>
          <w:p w:rsidR="005E7CB6" w:rsidRPr="00016917" w:rsidRDefault="005E7CB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</w:tcPr>
          <w:p w:rsidR="005E7CB6" w:rsidRPr="00016917" w:rsidRDefault="005E7CB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5E7CB6" w:rsidRPr="00016917" w:rsidRDefault="005E7CB6" w:rsidP="008B06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5E7CB6" w:rsidRPr="008A561C" w:rsidTr="00A02BEE">
        <w:trPr>
          <w:trHeight w:val="218"/>
        </w:trPr>
        <w:tc>
          <w:tcPr>
            <w:tcW w:w="1413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92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00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5E7CB6" w:rsidRPr="008A561C" w:rsidTr="000C618D">
        <w:trPr>
          <w:trHeight w:val="70"/>
        </w:trPr>
        <w:tc>
          <w:tcPr>
            <w:tcW w:w="15276" w:type="dxa"/>
            <w:gridSpan w:val="16"/>
          </w:tcPr>
          <w:p w:rsidR="005E7CB6" w:rsidRPr="00016917" w:rsidRDefault="005E7CB6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5E7CB6" w:rsidRPr="008A561C" w:rsidTr="00A02BEE">
        <w:trPr>
          <w:trHeight w:val="300"/>
        </w:trPr>
        <w:tc>
          <w:tcPr>
            <w:tcW w:w="1413" w:type="dxa"/>
          </w:tcPr>
          <w:p w:rsidR="005E7CB6" w:rsidRPr="00016917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 календа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5E7CB6" w:rsidRPr="00016917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5E7CB6" w:rsidRPr="00016917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со дня пр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нятия заявл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ния о предо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тавлении у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луги и док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8A561C">
              <w:rPr>
                <w:rFonts w:ascii="Times New Roman" w:hAnsi="Times New Roman"/>
                <w:bCs/>
                <w:sz w:val="20"/>
                <w:szCs w:val="20"/>
              </w:rPr>
              <w:t xml:space="preserve">ментов, 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по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д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лежащих представл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нию заявит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лем, в МФЦ)</w:t>
            </w:r>
          </w:p>
          <w:p w:rsidR="005E7CB6" w:rsidRPr="00016917" w:rsidRDefault="005E7CB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5E7CB6" w:rsidRPr="00016917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  <w:p w:rsidR="005E7CB6" w:rsidRPr="00016917" w:rsidRDefault="005E7CB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92" w:type="dxa"/>
          </w:tcPr>
          <w:p w:rsidR="005E7CB6" w:rsidRPr="00016917" w:rsidRDefault="005E7CB6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00" w:type="dxa"/>
          </w:tcPr>
          <w:p w:rsidR="005E7CB6" w:rsidRPr="008A561C" w:rsidRDefault="005E7CB6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1. Представление н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полного комплекта документов;</w:t>
            </w:r>
          </w:p>
          <w:p w:rsidR="005E7CB6" w:rsidRPr="008A561C" w:rsidRDefault="005E7CB6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2. Документы имеют серьезные поврежд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ния, наличие которых не позволяет одн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значно истолковать их содержание;</w:t>
            </w:r>
          </w:p>
          <w:p w:rsidR="005E7CB6" w:rsidRPr="008A561C" w:rsidRDefault="005E7CB6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3. Несоответствие во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з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раста ребенка услов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и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ям предоставления муниципальной усл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у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ги;</w:t>
            </w:r>
          </w:p>
          <w:p w:rsidR="005E7CB6" w:rsidRPr="008A561C" w:rsidRDefault="005E7CB6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4. Наличие медици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ских противопоказ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а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ний к посещению р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бенком образовател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ь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ной организации</w:t>
            </w:r>
          </w:p>
          <w:p w:rsidR="005E7CB6" w:rsidRPr="008A561C" w:rsidRDefault="005E7CB6" w:rsidP="00AE2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5. Подача заявления после срока окончания заявочной кампании</w:t>
            </w:r>
          </w:p>
          <w:p w:rsidR="005E7CB6" w:rsidRPr="008A561C" w:rsidRDefault="005E7CB6" w:rsidP="00E32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066" w:type="dxa"/>
            <w:gridSpan w:val="2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Личное 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ращение в 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р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ган,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ляющий услугу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Личное 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ращение в МФЦ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016917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2"/>
              <w:t>*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7CB6" w:rsidRPr="00016917" w:rsidRDefault="005E7CB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В органе,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ляющем усл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гу, на бума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ном носителе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 В МФЦ на бумажном 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сителе, пол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ченном из 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р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гана, предо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тавляющего услугу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к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тронной почты.</w:t>
            </w:r>
          </w:p>
          <w:p w:rsidR="005E7CB6" w:rsidRPr="00016917" w:rsidRDefault="005E7CB6" w:rsidP="00C006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</w:tc>
      </w:tr>
    </w:tbl>
    <w:p w:rsidR="005E7CB6" w:rsidRPr="00016917" w:rsidRDefault="005E7CB6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</w:pPr>
      <w:r w:rsidRPr="00016917">
        <w:rPr>
          <w:rFonts w:ascii="Times New Roman" w:hAnsi="Times New Roman"/>
          <w:sz w:val="20"/>
          <w:szCs w:val="20"/>
          <w:lang w:eastAsia="zh-CN"/>
        </w:rPr>
        <w:br w:type="page"/>
      </w:r>
    </w:p>
    <w:p w:rsidR="005E7CB6" w:rsidRPr="00016917" w:rsidRDefault="005E7CB6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16917">
        <w:rPr>
          <w:rFonts w:ascii="Times New Roman" w:hAnsi="Times New Roman"/>
          <w:b/>
          <w:sz w:val="28"/>
          <w:szCs w:val="28"/>
          <w:lang w:eastAsia="zh-CN"/>
        </w:rPr>
        <w:t>Раздел 3. «Сведения о заявителях «подуслуги»</w:t>
      </w:r>
    </w:p>
    <w:p w:rsidR="005E7CB6" w:rsidRPr="00016917" w:rsidRDefault="005E7CB6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5E7CB6" w:rsidRPr="008A561C" w:rsidTr="00F80EF0">
        <w:tc>
          <w:tcPr>
            <w:tcW w:w="709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«п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я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вителя соответствующей категории на по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ни заявителя</w:t>
            </w:r>
          </w:p>
        </w:tc>
      </w:tr>
      <w:tr w:rsidR="005E7CB6" w:rsidRPr="008A561C" w:rsidTr="00F80EF0">
        <w:tc>
          <w:tcPr>
            <w:tcW w:w="709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5E7CB6" w:rsidRPr="008A561C" w:rsidTr="00F80EF0">
        <w:tc>
          <w:tcPr>
            <w:tcW w:w="15550" w:type="dxa"/>
            <w:gridSpan w:val="9"/>
          </w:tcPr>
          <w:p w:rsidR="005E7CB6" w:rsidRPr="00016917" w:rsidRDefault="005E7CB6" w:rsidP="00446D83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5E7CB6" w:rsidRPr="008A561C" w:rsidTr="00F80EF0">
        <w:tc>
          <w:tcPr>
            <w:tcW w:w="709" w:type="dxa"/>
            <w:vMerge w:val="restart"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</w:tcPr>
          <w:p w:rsidR="005E7CB6" w:rsidRPr="00016917" w:rsidRDefault="005E7CB6" w:rsidP="00972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 – родит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ли (законные представители) несовершенн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летних детей школьного возраста (во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раст определ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ется органом, предоста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ляющим усл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гу)</w:t>
            </w:r>
          </w:p>
          <w:p w:rsidR="005E7CB6" w:rsidRPr="00016917" w:rsidRDefault="005E7CB6" w:rsidP="00972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5E7CB6" w:rsidRPr="008A561C" w:rsidTr="00F80EF0">
        <w:tc>
          <w:tcPr>
            <w:tcW w:w="709" w:type="dxa"/>
            <w:vMerge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E7CB6" w:rsidRPr="00016917" w:rsidRDefault="005E7CB6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ния паспорта.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016917">
                <w:rPr>
                  <w:rFonts w:ascii="Times New Roman" w:hAnsi="Times New Roman"/>
                  <w:sz w:val="20"/>
                  <w:szCs w:val="20"/>
                  <w:lang w:eastAsia="ru-RU"/>
                </w:rPr>
                <w:t>125 мм</w:t>
              </w:r>
            </w:smartTag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, изг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7CB6" w:rsidRPr="008A561C" w:rsidTr="00F80EF0">
        <w:tc>
          <w:tcPr>
            <w:tcW w:w="709" w:type="dxa"/>
            <w:vMerge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E7CB6" w:rsidRPr="00016917" w:rsidRDefault="005E7CB6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5E7CB6" w:rsidRPr="008A561C" w:rsidTr="00F80EF0">
        <w:tc>
          <w:tcPr>
            <w:tcW w:w="709" w:type="dxa"/>
            <w:vMerge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E7CB6" w:rsidRPr="00016917" w:rsidRDefault="005E7CB6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5E7CB6" w:rsidRPr="008A561C" w:rsidTr="00F80EF0">
        <w:tc>
          <w:tcPr>
            <w:tcW w:w="709" w:type="dxa"/>
            <w:vMerge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E7CB6" w:rsidRPr="00016917" w:rsidRDefault="005E7CB6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5E7CB6" w:rsidRPr="008A561C" w:rsidTr="00F80EF0">
        <w:tc>
          <w:tcPr>
            <w:tcW w:w="709" w:type="dxa"/>
            <w:vMerge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E7CB6" w:rsidRPr="00016917" w:rsidRDefault="005E7CB6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5E7CB6" w:rsidRPr="008A561C" w:rsidTr="00F80EF0">
        <w:tc>
          <w:tcPr>
            <w:tcW w:w="709" w:type="dxa"/>
            <w:vMerge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E7CB6" w:rsidRPr="00016917" w:rsidRDefault="005E7CB6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5E7CB6" w:rsidRPr="008A561C" w:rsidTr="00F80EF0">
        <w:tc>
          <w:tcPr>
            <w:tcW w:w="709" w:type="dxa"/>
            <w:vMerge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E7CB6" w:rsidRPr="00016917" w:rsidRDefault="005E7CB6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vMerge w:val="restart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5E7CB6" w:rsidRPr="008A561C" w:rsidTr="00F80EF0">
        <w:tc>
          <w:tcPr>
            <w:tcW w:w="709" w:type="dxa"/>
            <w:vMerge/>
          </w:tcPr>
          <w:p w:rsidR="005E7CB6" w:rsidRPr="00016917" w:rsidRDefault="005E7CB6" w:rsidP="00F80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</w:tcPr>
          <w:p w:rsidR="005E7CB6" w:rsidRPr="00016917" w:rsidRDefault="005E7CB6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5E7CB6" w:rsidRPr="00016917" w:rsidRDefault="005E7CB6" w:rsidP="00F80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</w:tcPr>
          <w:p w:rsidR="005E7CB6" w:rsidRPr="00016917" w:rsidRDefault="005E7CB6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</w:tcPr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5E7CB6" w:rsidRPr="00016917" w:rsidRDefault="005E7CB6" w:rsidP="00F80E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</w:tbl>
    <w:p w:rsidR="005E7CB6" w:rsidRPr="00016917" w:rsidRDefault="005E7CB6" w:rsidP="003C0C0F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E7CB6" w:rsidRPr="00016917" w:rsidRDefault="005E7CB6" w:rsidP="003C0C0F">
      <w:pPr>
        <w:spacing w:after="200" w:line="276" w:lineRule="auto"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5E7CB6" w:rsidRPr="00016917" w:rsidRDefault="005E7CB6" w:rsidP="00675A83">
      <w:pPr>
        <w:spacing w:after="200" w:line="276" w:lineRule="auto"/>
        <w:rPr>
          <w:lang w:eastAsia="zh-CN"/>
        </w:rPr>
        <w:sectPr w:rsidR="005E7CB6" w:rsidRPr="00016917">
          <w:footerReference w:type="even" r:id="rId9"/>
          <w:footerReference w:type="default" r:id="rId10"/>
          <w:footerReference w:type="first" r:id="rId11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E7CB6" w:rsidRPr="00016917" w:rsidRDefault="005E7CB6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016917">
        <w:rPr>
          <w:rFonts w:ascii="Times New Roman" w:hAnsi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:rsidR="005E7CB6" w:rsidRPr="00016917" w:rsidRDefault="005E7CB6" w:rsidP="00675A83">
      <w:pPr>
        <w:spacing w:after="200" w:line="276" w:lineRule="auto"/>
        <w:rPr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5E7CB6" w:rsidRPr="008A561C" w:rsidTr="00900A25">
        <w:tc>
          <w:tcPr>
            <w:tcW w:w="568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5E7CB6" w:rsidRPr="008A561C" w:rsidTr="00900A25">
        <w:trPr>
          <w:trHeight w:val="300"/>
        </w:trPr>
        <w:tc>
          <w:tcPr>
            <w:tcW w:w="568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5E7CB6" w:rsidRPr="008A561C" w:rsidTr="00900A25">
        <w:trPr>
          <w:trHeight w:val="300"/>
        </w:trPr>
        <w:tc>
          <w:tcPr>
            <w:tcW w:w="15197" w:type="dxa"/>
            <w:gridSpan w:val="8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Заявление о предоста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лении м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ниципал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1. Заявление о предоставлении муниципальной услуги</w:t>
            </w:r>
          </w:p>
        </w:tc>
        <w:tc>
          <w:tcPr>
            <w:tcW w:w="3119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5E7CB6" w:rsidRPr="00016917" w:rsidRDefault="005E7CB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5E7CB6" w:rsidRPr="00016917" w:rsidRDefault="005E7CB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лугу:</w:t>
            </w:r>
          </w:p>
          <w:p w:rsidR="005E7CB6" w:rsidRPr="00016917" w:rsidRDefault="005E7CB6" w:rsidP="008B06D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ваниям.</w:t>
            </w:r>
          </w:p>
          <w:p w:rsidR="005E7CB6" w:rsidRPr="00016917" w:rsidRDefault="005E7CB6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5E7CB6" w:rsidRPr="00016917" w:rsidRDefault="005E7CB6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E7CB6" w:rsidRPr="00016917" w:rsidRDefault="005E7CB6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5E7CB6" w:rsidRPr="00016917" w:rsidRDefault="005E7CB6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фамилия, имя, отчество, реквизиты документа, удостоверяющего личность (серия, номер, кем и когда выдан), место жительства;</w:t>
            </w:r>
          </w:p>
          <w:p w:rsidR="005E7CB6" w:rsidRPr="00016917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2.В документе нет подчисток, приписок, з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правлений.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5E7CB6" w:rsidRPr="00016917" w:rsidRDefault="005E7CB6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Прилож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ние 2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  <w:vMerge w:val="restart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 (Предо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тов п. 2) заявителя, ребенка, достигшего 14 лет)</w:t>
            </w:r>
          </w:p>
          <w:p w:rsidR="005E7CB6" w:rsidRPr="00016917" w:rsidRDefault="005E7CB6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2.1. Паспорт гражданина Ро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ально незаверенной копии док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мента).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5. Формирование в дело копии.</w:t>
            </w: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Установление личности заяв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теля.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ции по месту жительства и сн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я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данина Росси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ления паспорта.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длен).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ставлено для уд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 личн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сти военнослуж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честве докуме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та, удостов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ность иностра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нина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2.5. Удостовер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2.6. Свидетел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ство о рассмо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рении ходата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тельство в Ро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ство о предо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вр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ща на террит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ждающие родство с заявителем либо док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менты, по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твержда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щие полн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мочия лиц быть зако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ными пре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ставител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ми нес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вершенн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летнего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3.1. Свидетел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ство о рождении</w:t>
            </w:r>
          </w:p>
        </w:tc>
        <w:tc>
          <w:tcPr>
            <w:tcW w:w="3119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8A561C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т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8A561C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8A561C" w:rsidRDefault="005E7CB6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ru-RU" w:bidi="hi-IN"/>
              </w:rPr>
              <w:t>нет</w:t>
            </w:r>
          </w:p>
        </w:tc>
        <w:tc>
          <w:tcPr>
            <w:tcW w:w="4252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б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ращения за предоставлением услуги.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сом, представляется заявителем с предъявл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3.2. Свидетел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ство об устано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лении отцовства</w:t>
            </w:r>
          </w:p>
        </w:tc>
        <w:tc>
          <w:tcPr>
            <w:tcW w:w="3119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8A561C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т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8A561C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8A561C" w:rsidRDefault="005E7CB6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В случае необх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димости</w:t>
            </w:r>
          </w:p>
        </w:tc>
        <w:tc>
          <w:tcPr>
            <w:tcW w:w="4252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б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ращения за предоставлением услуги.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сом, представляется заявителем с предъявл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3.3. Распоряд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тельный акт об установлении опеки или поп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чительства либо о создании пр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емной семьи</w:t>
            </w:r>
          </w:p>
        </w:tc>
        <w:tc>
          <w:tcPr>
            <w:tcW w:w="3119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8A561C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т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8A561C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8A561C" w:rsidRDefault="005E7CB6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В случае необх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димости</w:t>
            </w:r>
          </w:p>
        </w:tc>
        <w:tc>
          <w:tcPr>
            <w:tcW w:w="4252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б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ращения за предоставлением услуги.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сом, представляется заявителем с предъявл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3.4. Свидетел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ство о смене ф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милии</w:t>
            </w:r>
          </w:p>
        </w:tc>
        <w:tc>
          <w:tcPr>
            <w:tcW w:w="3119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8A561C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т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8A561C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8A561C" w:rsidRDefault="005E7CB6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В случае необх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димости</w:t>
            </w:r>
          </w:p>
        </w:tc>
        <w:tc>
          <w:tcPr>
            <w:tcW w:w="4252" w:type="dxa"/>
          </w:tcPr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б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ращения за предоставлением услуги.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сом, представляется заявителем с предъявл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5E7CB6" w:rsidRPr="008A561C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</w:tcPr>
          <w:p w:rsidR="005E7CB6" w:rsidRPr="00016917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5E7CB6" w:rsidRPr="00016917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 о состоянии здоровья ребенка</w:t>
            </w:r>
          </w:p>
        </w:tc>
        <w:tc>
          <w:tcPr>
            <w:tcW w:w="1701" w:type="dxa"/>
          </w:tcPr>
          <w:p w:rsidR="005E7CB6" w:rsidRPr="002421E2" w:rsidRDefault="005E7CB6" w:rsidP="0036278F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21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4.1. Медицинская справка о состоянии здоровья ребенка </w:t>
            </w:r>
            <w:r w:rsidRPr="002421E2">
              <w:rPr>
                <w:rFonts w:ascii="Times New Roman" w:hAnsi="Times New Roman"/>
                <w:sz w:val="20"/>
                <w:szCs w:val="20"/>
              </w:rPr>
              <w:t xml:space="preserve">медицинская справка, установленного образца </w:t>
            </w:r>
            <w:hyperlink r:id="rId12" w:history="1">
              <w:r w:rsidRPr="002421E2">
                <w:rPr>
                  <w:rFonts w:ascii="Times New Roman" w:hAnsi="Times New Roman"/>
                  <w:color w:val="0000FF"/>
                  <w:sz w:val="20"/>
                  <w:szCs w:val="20"/>
                </w:rPr>
                <w:t>(079/У)</w:t>
              </w:r>
            </w:hyperlink>
            <w:r w:rsidRPr="002421E2">
              <w:rPr>
                <w:rFonts w:ascii="Times New Roman" w:hAnsi="Times New Roman"/>
                <w:sz w:val="20"/>
                <w:szCs w:val="20"/>
              </w:rPr>
              <w:t xml:space="preserve"> (справка о состоянии здоровья ребенка)</w:t>
            </w:r>
          </w:p>
        </w:tc>
        <w:tc>
          <w:tcPr>
            <w:tcW w:w="3119" w:type="dxa"/>
          </w:tcPr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8A561C" w:rsidRDefault="005E7CB6" w:rsidP="00F6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т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8A561C" w:rsidRDefault="005E7CB6" w:rsidP="00F629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8A561C" w:rsidRDefault="005E7CB6" w:rsidP="00F629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документа.</w:t>
            </w:r>
          </w:p>
          <w:p w:rsidR="005E7CB6" w:rsidRPr="008A561C" w:rsidRDefault="005E7CB6" w:rsidP="00F629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</w:tc>
        <w:tc>
          <w:tcPr>
            <w:tcW w:w="1843" w:type="dxa"/>
          </w:tcPr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Представляется в оздоровительный лагерь</w:t>
            </w:r>
          </w:p>
        </w:tc>
        <w:tc>
          <w:tcPr>
            <w:tcW w:w="4252" w:type="dxa"/>
          </w:tcPr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1. Должна быть действительной на срок обр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щения за предоставлением услуги. 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должна содержать подчисток, приписок, зачеркнутых слов и других исправлений. 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должна иметь повреждений, наличие которых не позволяет однозначно истолковать их содержание. 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сом, представляется заявителем с предъявл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CB6" w:rsidRPr="00016917" w:rsidRDefault="005E7CB6" w:rsidP="00F629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F629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E7CB6" w:rsidRPr="008A561C" w:rsidTr="00900A25">
        <w:trPr>
          <w:trHeight w:val="241"/>
        </w:trPr>
        <w:tc>
          <w:tcPr>
            <w:tcW w:w="568" w:type="dxa"/>
          </w:tcPr>
          <w:p w:rsidR="005E7CB6" w:rsidRPr="00016917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</w:tcPr>
          <w:p w:rsidR="005E7CB6" w:rsidRPr="00016917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ждающие полномочия представ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1701" w:type="dxa"/>
          </w:tcPr>
          <w:p w:rsidR="005E7CB6" w:rsidRPr="00016917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5.1. Довере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3119" w:type="dxa"/>
          </w:tcPr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5E7CB6" w:rsidRPr="008A561C" w:rsidRDefault="005E7CB6" w:rsidP="00F6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т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о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2. Заверение специалистом орг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а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 xml:space="preserve">на, предоставляющего услугу, или МФЦ копии документа, представленной заявителем. 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7CB6" w:rsidRPr="008A561C" w:rsidRDefault="005E7CB6" w:rsidP="00F629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с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лугу:</w:t>
            </w:r>
          </w:p>
          <w:p w:rsidR="005E7CB6" w:rsidRPr="008A561C" w:rsidRDefault="005E7CB6" w:rsidP="00F629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</w:tcPr>
          <w:p w:rsidR="005E7CB6" w:rsidRPr="008A561C" w:rsidRDefault="005E7CB6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В случае обращ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ния представителя заявителя</w:t>
            </w:r>
          </w:p>
        </w:tc>
        <w:tc>
          <w:tcPr>
            <w:tcW w:w="4252" w:type="dxa"/>
          </w:tcPr>
          <w:p w:rsidR="005E7CB6" w:rsidRPr="00016917" w:rsidRDefault="005E7CB6" w:rsidP="00F629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1. Должна быть действительной на срок обр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щения за предоставлением услуги. </w:t>
            </w:r>
          </w:p>
          <w:p w:rsidR="005E7CB6" w:rsidRPr="00016917" w:rsidRDefault="005E7CB6" w:rsidP="00F629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5E7CB6" w:rsidRPr="00016917" w:rsidRDefault="005E7CB6" w:rsidP="00F629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E7CB6" w:rsidRPr="00016917" w:rsidRDefault="005E7CB6" w:rsidP="00F629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5E7CB6" w:rsidRPr="00016917" w:rsidRDefault="005E7CB6" w:rsidP="00F629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</w:tcPr>
          <w:p w:rsidR="005E7CB6" w:rsidRPr="00016917" w:rsidRDefault="005E7CB6" w:rsidP="00F629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5E7CB6" w:rsidRPr="00016917" w:rsidRDefault="005E7CB6" w:rsidP="00675A83">
      <w:pPr>
        <w:spacing w:after="200" w:line="276" w:lineRule="auto"/>
        <w:rPr>
          <w:rFonts w:ascii="Times New Roman" w:hAnsi="Times New Roman"/>
          <w:sz w:val="20"/>
          <w:szCs w:val="20"/>
          <w:lang w:eastAsia="zh-CN"/>
        </w:rPr>
        <w:sectPr w:rsidR="005E7CB6" w:rsidRPr="00016917" w:rsidSect="000C618D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E7CB6" w:rsidRPr="00016917" w:rsidRDefault="005E7CB6" w:rsidP="00573EC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016917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01691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016917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01691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01691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01691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5E7CB6" w:rsidRPr="00016917" w:rsidRDefault="005E7CB6" w:rsidP="00573EC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5E7CB6" w:rsidRPr="008A561C" w:rsidTr="007D199A">
        <w:trPr>
          <w:jc w:val="center"/>
        </w:trPr>
        <w:tc>
          <w:tcPr>
            <w:tcW w:w="1709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напра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венный з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ляется ме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венного и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формационн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5E7CB6" w:rsidRPr="008A561C" w:rsidTr="007D199A">
        <w:trPr>
          <w:jc w:val="center"/>
        </w:trPr>
        <w:tc>
          <w:tcPr>
            <w:tcW w:w="1709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</w:tcPr>
          <w:p w:rsidR="005E7CB6" w:rsidRPr="00016917" w:rsidRDefault="005E7CB6" w:rsidP="007D1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E7CB6" w:rsidRPr="008A561C" w:rsidTr="007D199A">
        <w:trPr>
          <w:jc w:val="center"/>
        </w:trPr>
        <w:tc>
          <w:tcPr>
            <w:tcW w:w="14867" w:type="dxa"/>
            <w:gridSpan w:val="9"/>
            <w:vAlign w:val="center"/>
          </w:tcPr>
          <w:p w:rsidR="005E7CB6" w:rsidRPr="00016917" w:rsidRDefault="005E7CB6" w:rsidP="007D199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5E7CB6" w:rsidRPr="008A561C" w:rsidTr="007D199A">
        <w:trPr>
          <w:jc w:val="center"/>
        </w:trPr>
        <w:tc>
          <w:tcPr>
            <w:tcW w:w="1709" w:type="dxa"/>
          </w:tcPr>
          <w:p w:rsidR="005E7CB6" w:rsidRPr="00016917" w:rsidRDefault="005E7CB6" w:rsidP="00446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5E7CB6" w:rsidRPr="00016917" w:rsidRDefault="005E7CB6" w:rsidP="00446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45" w:type="dxa"/>
          </w:tcPr>
          <w:p w:rsidR="005E7CB6" w:rsidRPr="00016917" w:rsidRDefault="005E7CB6" w:rsidP="00446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</w:tcPr>
          <w:p w:rsidR="005E7CB6" w:rsidRPr="00016917" w:rsidRDefault="005E7CB6" w:rsidP="00446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5E7CB6" w:rsidRPr="00016917" w:rsidRDefault="005E7CB6" w:rsidP="00446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</w:tcPr>
          <w:p w:rsidR="005E7CB6" w:rsidRPr="00016917" w:rsidRDefault="005E7CB6" w:rsidP="00446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</w:tcPr>
          <w:p w:rsidR="005E7CB6" w:rsidRPr="00016917" w:rsidRDefault="005E7CB6" w:rsidP="00446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5E7CB6" w:rsidRPr="00016917" w:rsidRDefault="005E7CB6" w:rsidP="00446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5E7CB6" w:rsidRPr="00016917" w:rsidRDefault="005E7CB6" w:rsidP="00446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E7CB6" w:rsidRPr="00016917" w:rsidRDefault="005E7CB6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</w:pPr>
    </w:p>
    <w:p w:rsidR="005E7CB6" w:rsidRPr="00016917" w:rsidRDefault="005E7CB6" w:rsidP="00573EC3">
      <w:pPr>
        <w:spacing w:after="200" w:line="276" w:lineRule="auto"/>
        <w:rPr>
          <w:rFonts w:ascii="Times New Roman" w:hAnsi="Times New Roman"/>
          <w:b/>
          <w:color w:val="000000"/>
          <w:lang w:eastAsia="zh-CN"/>
        </w:rPr>
        <w:sectPr w:rsidR="005E7CB6" w:rsidRPr="00016917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E7CB6" w:rsidRPr="00016917" w:rsidRDefault="005E7CB6" w:rsidP="00675A83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16917">
        <w:rPr>
          <w:rFonts w:ascii="Times New Roman" w:hAnsi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581"/>
        <w:gridCol w:w="1134"/>
        <w:gridCol w:w="1201"/>
      </w:tblGrid>
      <w:tr w:rsidR="005E7CB6" w:rsidRPr="008A561C" w:rsidTr="00342F5E">
        <w:tc>
          <w:tcPr>
            <w:tcW w:w="409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Документ/ д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кументы, я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ляющиеся р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зультатом «п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  <w:tc>
          <w:tcPr>
            <w:tcW w:w="4002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ложител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д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ся результ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том «поду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5E7CB6" w:rsidRPr="008A561C" w:rsidTr="00342F5E">
        <w:tc>
          <w:tcPr>
            <w:tcW w:w="409" w:type="dxa"/>
            <w:vMerge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5E7CB6" w:rsidRPr="008A561C" w:rsidTr="00342F5E">
        <w:trPr>
          <w:trHeight w:val="240"/>
        </w:trPr>
        <w:tc>
          <w:tcPr>
            <w:tcW w:w="409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E7CB6" w:rsidRPr="008A561C" w:rsidTr="00342F5E">
        <w:trPr>
          <w:trHeight w:val="240"/>
        </w:trPr>
        <w:tc>
          <w:tcPr>
            <w:tcW w:w="15689" w:type="dxa"/>
            <w:gridSpan w:val="9"/>
            <w:vAlign w:val="center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5E7CB6" w:rsidRPr="008A561C" w:rsidTr="00342F5E">
        <w:trPr>
          <w:trHeight w:val="510"/>
        </w:trPr>
        <w:tc>
          <w:tcPr>
            <w:tcW w:w="409" w:type="dxa"/>
          </w:tcPr>
          <w:p w:rsidR="005E7CB6" w:rsidRPr="00016917" w:rsidRDefault="005E7CB6" w:rsidP="00D7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</w:tcPr>
          <w:p w:rsidR="005E7CB6" w:rsidRPr="00016917" w:rsidRDefault="005E7CB6" w:rsidP="0036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Оформление п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тевки в оздор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вительную орг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низацию и 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ув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домления заяв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телю о предо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мун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ципальной усл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4002" w:type="dxa"/>
          </w:tcPr>
          <w:p w:rsidR="005E7CB6" w:rsidRPr="00016917" w:rsidRDefault="005E7CB6" w:rsidP="00285E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содержать подпись лица, пр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нявшего решение.</w:t>
            </w:r>
          </w:p>
        </w:tc>
        <w:tc>
          <w:tcPr>
            <w:tcW w:w="1843" w:type="dxa"/>
          </w:tcPr>
          <w:p w:rsidR="005E7CB6" w:rsidRPr="00016917" w:rsidRDefault="005E7CB6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5E7CB6" w:rsidRPr="00016917" w:rsidRDefault="005E7CB6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1417" w:type="dxa"/>
          </w:tcPr>
          <w:p w:rsidR="005E7CB6" w:rsidRPr="00016917" w:rsidRDefault="005E7CB6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ляющем услугу, на бума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ном носителе;</w:t>
            </w:r>
          </w:p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5E7CB6" w:rsidRPr="00016917" w:rsidRDefault="005E7CB6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5E7CB6" w:rsidRPr="00016917" w:rsidRDefault="005E7CB6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</w:tcPr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5E7CB6" w:rsidRPr="008A561C" w:rsidTr="00342F5E">
        <w:trPr>
          <w:trHeight w:val="510"/>
        </w:trPr>
        <w:tc>
          <w:tcPr>
            <w:tcW w:w="409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</w:tcPr>
          <w:p w:rsidR="005E7CB6" w:rsidRPr="00016917" w:rsidRDefault="005E7CB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предо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мун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ципальной усл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4002" w:type="dxa"/>
          </w:tcPr>
          <w:p w:rsidR="005E7CB6" w:rsidRPr="00016917" w:rsidRDefault="005E7CB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содержать основания для отказа в предоставлении муниципальной услуги </w:t>
            </w:r>
          </w:p>
          <w:p w:rsidR="005E7CB6" w:rsidRPr="00016917" w:rsidRDefault="005E7CB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Должно содержать подпись лица, пр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нявшего решение.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E7CB6" w:rsidRPr="00016917" w:rsidRDefault="005E7CB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5E7CB6" w:rsidRPr="00016917" w:rsidRDefault="005E7CB6" w:rsidP="00886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4</w:t>
            </w:r>
          </w:p>
        </w:tc>
        <w:tc>
          <w:tcPr>
            <w:tcW w:w="1417" w:type="dxa"/>
          </w:tcPr>
          <w:p w:rsidR="005E7CB6" w:rsidRPr="00016917" w:rsidRDefault="005E7CB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ляющим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ляющем услугу, на бума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ж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ном носителе;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Направление электро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подписа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электронной подп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сью, на адрес электронной почты;</w:t>
            </w:r>
          </w:p>
          <w:p w:rsidR="005E7CB6" w:rsidRPr="00016917" w:rsidRDefault="005E7CB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5E7CB6" w:rsidRPr="00016917" w:rsidRDefault="005E7CB6" w:rsidP="008B0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30 кале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дарных дней с м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мента п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5E7CB6" w:rsidRPr="00016917" w:rsidRDefault="005E7CB6" w:rsidP="00675A83">
      <w:pPr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  <w:sectPr w:rsidR="005E7CB6" w:rsidRPr="00016917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5E7CB6" w:rsidRPr="00016917" w:rsidRDefault="005E7CB6" w:rsidP="00675A83">
      <w:pPr>
        <w:pageBreakBefore/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16917">
        <w:rPr>
          <w:rFonts w:ascii="Times New Roman" w:hAnsi="Times New Roman"/>
          <w:b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7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665"/>
        <w:gridCol w:w="1559"/>
        <w:gridCol w:w="2126"/>
        <w:gridCol w:w="1985"/>
        <w:gridCol w:w="1588"/>
      </w:tblGrid>
      <w:tr w:rsidR="005E7CB6" w:rsidRPr="008A561C" w:rsidTr="00342F5E">
        <w:tc>
          <w:tcPr>
            <w:tcW w:w="709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665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нения проц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(проце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ментов, нео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5E7CB6" w:rsidRPr="008A561C" w:rsidTr="00342F5E">
        <w:tc>
          <w:tcPr>
            <w:tcW w:w="709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5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5E7CB6" w:rsidRPr="008A561C" w:rsidTr="00342F5E">
        <w:trPr>
          <w:trHeight w:val="378"/>
        </w:trPr>
        <w:tc>
          <w:tcPr>
            <w:tcW w:w="15792" w:type="dxa"/>
            <w:gridSpan w:val="7"/>
            <w:vAlign w:val="center"/>
          </w:tcPr>
          <w:p w:rsidR="005E7CB6" w:rsidRPr="00016917" w:rsidRDefault="005E7CB6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5E7CB6" w:rsidRPr="008A561C" w:rsidTr="00342F5E">
        <w:trPr>
          <w:trHeight w:val="378"/>
        </w:trPr>
        <w:tc>
          <w:tcPr>
            <w:tcW w:w="15792" w:type="dxa"/>
            <w:gridSpan w:val="7"/>
            <w:vAlign w:val="center"/>
          </w:tcPr>
          <w:p w:rsidR="005E7CB6" w:rsidRPr="00016917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5E7CB6" w:rsidRPr="008A561C" w:rsidTr="00342F5E">
        <w:tc>
          <w:tcPr>
            <w:tcW w:w="709" w:type="dxa"/>
          </w:tcPr>
          <w:p w:rsidR="005E7CB6" w:rsidRPr="00016917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тверждающего по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номочия представит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ля заявителя 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услугу, или МФЦ)</w:t>
            </w:r>
          </w:p>
        </w:tc>
        <w:tc>
          <w:tcPr>
            <w:tcW w:w="5665" w:type="dxa"/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теля) на основании документов, удостоверяющих личность.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ветствие данных документа данным, указанным в заявлении о предоставлении услуги.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менты, подтверждающие полномочия действовать от имени заявителя, сверяет данные, указанные в документах, подтве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ждающих полномочия представителя заявителя с данными документа, удостоверяющего личность представителя заявит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ля</w:t>
            </w:r>
          </w:p>
        </w:tc>
        <w:tc>
          <w:tcPr>
            <w:tcW w:w="1559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Проверка комплек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ности документов и их соответствия уст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новленным требов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ниям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ния заявления; проверка соответствия представленных док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ментов следующим требованиям:</w:t>
            </w:r>
          </w:p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рых не позволяет однозначно истолковать его содержание.</w:t>
            </w:r>
          </w:p>
          <w:p w:rsidR="005E7CB6" w:rsidRPr="00016917" w:rsidRDefault="005E7CB6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3"/>
              <w:t>*</w:t>
            </w:r>
          </w:p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рез личный кабинет на РПГУ уведомление об отказе в предо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тавлении государственной услуги с указанием причин отказа.</w:t>
            </w:r>
          </w:p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7CB6" w:rsidRPr="00016917" w:rsidRDefault="005E7CB6" w:rsidP="00CA614B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016917">
              <w:rPr>
                <w:sz w:val="20"/>
                <w:szCs w:val="20"/>
                <w:lang w:eastAsia="en-US"/>
              </w:rPr>
              <w:t>1 рабочий день со дня посту</w:t>
            </w:r>
            <w:r w:rsidRPr="00016917">
              <w:rPr>
                <w:sz w:val="20"/>
                <w:szCs w:val="20"/>
                <w:lang w:eastAsia="en-US"/>
              </w:rPr>
              <w:t>п</w:t>
            </w:r>
            <w:r w:rsidRPr="00016917">
              <w:rPr>
                <w:sz w:val="20"/>
                <w:szCs w:val="20"/>
                <w:lang w:eastAsia="en-US"/>
              </w:rPr>
              <w:t>ления док</w:t>
            </w:r>
            <w:r w:rsidRPr="00016917">
              <w:rPr>
                <w:sz w:val="20"/>
                <w:szCs w:val="20"/>
                <w:lang w:eastAsia="en-US"/>
              </w:rPr>
              <w:t>у</w:t>
            </w:r>
            <w:r w:rsidRPr="00016917">
              <w:rPr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</w:tcPr>
          <w:p w:rsidR="005E7CB6" w:rsidRPr="00016917" w:rsidRDefault="005E7CB6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5E7CB6" w:rsidRPr="00016917" w:rsidRDefault="005E7CB6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</w:tcPr>
          <w:p w:rsidR="005E7CB6" w:rsidRPr="00016917" w:rsidRDefault="005E7CB6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мых для предоставления муниципальной услуги в соответс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вии с разделом 4 настоящей технологической схемы</w:t>
            </w:r>
          </w:p>
        </w:tc>
        <w:tc>
          <w:tcPr>
            <w:tcW w:w="1559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листа и даты заверения.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</w:tc>
        <w:tc>
          <w:tcPr>
            <w:tcW w:w="1559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(применител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но к конкретной муниципальной услуге):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1) </w:t>
            </w:r>
            <w:hyperlink r:id="rId19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гражданина Росси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ской Федерации, в том числе военнослужащих, а также </w:t>
            </w:r>
            <w:hyperlink r:id="rId20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иностранного гражд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нина, лица без гражданства, включая вид на жительство и уд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стоверение беженца;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hyperlink r:id="rId21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 воинского учета;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3) свидетельств о муниципальной регистрации актов гражда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ского состояния;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hyperlink r:id="rId22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предоставление лицу спец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ального права на управление транспортным средством соо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ветствующего вида;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5) </w:t>
            </w:r>
            <w:hyperlink r:id="rId23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прохождение государстве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ного технического осмотра (освидетельствования) транспор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ного средства соответствующего вида;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6) </w:t>
            </w:r>
            <w:hyperlink r:id="rId24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 на транспортное средство и его составные ча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ти, в том числе регистрационные документы;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7) </w:t>
            </w:r>
            <w:hyperlink r:id="rId25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 об образовании и (или) о квалификации, об уч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ных степенях и ученых званиях и </w:t>
            </w:r>
            <w:hyperlink r:id="rId26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ствляющими образовательную деятельность;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7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ов, выдаваемых орг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низациями, входящими в государственную, муниципальную или частную систему здравоохранения;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10) удостоверений и </w:t>
            </w:r>
            <w:hyperlink r:id="rId28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право гр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жданина на получение социальной поддержки, а также </w:t>
            </w:r>
            <w:hyperlink r:id="rId29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ов, выданных федеральными органами исполнител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ной власти, в которых законодательством предусмотрена в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енная и приравненная к ней служба, и необходимые для ос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ществления пенсионного обеспечения лица в целях назначения и перерасчета размера пенсий;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11) </w:t>
            </w:r>
            <w:hyperlink r:id="rId30" w:history="1">
              <w:r w:rsidRPr="00016917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листа и даты заверения.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докуме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тов, представленных заявителем.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4"/>
              <w:t>*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Оформление и пр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верка заявления о предоставлении м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ниципальной услуги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ем, оформленным самостоятельно, специалист проверяет его на соответствие установленным требованиям.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органа, предоставля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щего услугу, объясняет заявителю (его представителю) соде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жание выявленных недостатков, оказывает помощь по их ус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ранению и предлагает заявителю (его представителю) написать заявление по установленной форме. Заявителю (его представ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телю) предоставляется образец заявления и оказывается п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 Форма зая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ления (Прил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жение 1)</w:t>
            </w:r>
          </w:p>
          <w:p w:rsidR="005E7CB6" w:rsidRPr="00016917" w:rsidRDefault="005E7CB6" w:rsidP="005E5F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2. Образец з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явления (Пр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ложение 2)</w:t>
            </w:r>
          </w:p>
        </w:tc>
      </w:tr>
      <w:tr w:rsidR="005E7CB6" w:rsidRPr="008A561C" w:rsidTr="00342F5E">
        <w:tc>
          <w:tcPr>
            <w:tcW w:w="709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ем, оформленным самостоятельно, специалист МФЦ проверяет его на соответствие установленным требованиям.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 Форма зая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ления (Прил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жение 1)</w:t>
            </w:r>
          </w:p>
          <w:p w:rsidR="005E7CB6" w:rsidRPr="00016917" w:rsidRDefault="005E7CB6" w:rsidP="005E5F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2. Образец з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явления (Пр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ложение 2)</w:t>
            </w:r>
          </w:p>
        </w:tc>
      </w:tr>
      <w:tr w:rsidR="005E7CB6" w:rsidRPr="008A561C" w:rsidTr="00342F5E">
        <w:tc>
          <w:tcPr>
            <w:tcW w:w="709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160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Регистрация заявл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ния и документов, необходимых для предоставления м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ниципальной услуги </w:t>
            </w:r>
          </w:p>
        </w:tc>
        <w:tc>
          <w:tcPr>
            <w:tcW w:w="5665" w:type="dxa"/>
          </w:tcPr>
          <w:p w:rsidR="005E7CB6" w:rsidRPr="00016917" w:rsidRDefault="005E7CB6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1.1.5.1.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своением регистрационного номера дела и указывает дату 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гистрации</w:t>
            </w:r>
          </w:p>
        </w:tc>
        <w:tc>
          <w:tcPr>
            <w:tcW w:w="1559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1.1.5.2.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гистрации и (или) региональной и (или) ведомственной 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формационной системе</w:t>
            </w:r>
          </w:p>
        </w:tc>
        <w:tc>
          <w:tcPr>
            <w:tcW w:w="1559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ной системе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E7CB6" w:rsidRPr="008A561C" w:rsidTr="00342F5E">
        <w:tc>
          <w:tcPr>
            <w:tcW w:w="709" w:type="dxa"/>
            <w:vMerge/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5E7CB6" w:rsidRPr="00016917" w:rsidRDefault="005E7CB6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1.1.5.3. При обращении через РПГУ</w:t>
            </w:r>
            <w:r w:rsidRPr="008A561C">
              <w:rPr>
                <w:b/>
                <w:sz w:val="20"/>
                <w:szCs w:val="20"/>
              </w:rPr>
              <w:footnoteReference w:customMarkFollows="1" w:id="5"/>
              <w:t>*</w:t>
            </w:r>
          </w:p>
          <w:p w:rsidR="005E7CB6" w:rsidRPr="00016917" w:rsidRDefault="005E7CB6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ме:</w:t>
            </w:r>
          </w:p>
          <w:p w:rsidR="005E7CB6" w:rsidRPr="00016917" w:rsidRDefault="005E7CB6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рабочее время, осущ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ствляется в день поступления; </w:t>
            </w:r>
          </w:p>
          <w:p w:rsidR="005E7CB6" w:rsidRPr="00016917" w:rsidRDefault="005E7CB6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ществляется на следующий рабочий день.</w:t>
            </w:r>
          </w:p>
          <w:p w:rsidR="005E7CB6" w:rsidRPr="00016917" w:rsidRDefault="005E7CB6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теля на РПГУ обновляется автоматически.</w:t>
            </w:r>
          </w:p>
        </w:tc>
        <w:tc>
          <w:tcPr>
            <w:tcW w:w="1559" w:type="dxa"/>
          </w:tcPr>
          <w:p w:rsidR="005E7CB6" w:rsidRPr="00016917" w:rsidRDefault="005E7CB6" w:rsidP="00CA614B">
            <w:pPr>
              <w:pStyle w:val="Style4"/>
              <w:widowControl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016917">
              <w:rPr>
                <w:sz w:val="20"/>
                <w:szCs w:val="20"/>
                <w:lang w:eastAsia="en-US"/>
              </w:rPr>
              <w:t>1 рабочий день со дня посту</w:t>
            </w:r>
            <w:r w:rsidRPr="00016917">
              <w:rPr>
                <w:sz w:val="20"/>
                <w:szCs w:val="20"/>
                <w:lang w:eastAsia="en-US"/>
              </w:rPr>
              <w:t>п</w:t>
            </w:r>
            <w:r w:rsidRPr="00016917">
              <w:rPr>
                <w:sz w:val="20"/>
                <w:szCs w:val="20"/>
                <w:lang w:eastAsia="en-US"/>
              </w:rPr>
              <w:t>ления док</w:t>
            </w:r>
            <w:r w:rsidRPr="00016917">
              <w:rPr>
                <w:sz w:val="20"/>
                <w:szCs w:val="20"/>
                <w:lang w:eastAsia="en-US"/>
              </w:rPr>
              <w:t>у</w:t>
            </w:r>
            <w:r w:rsidRPr="00016917">
              <w:rPr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5E7CB6" w:rsidRPr="00016917" w:rsidRDefault="005E7CB6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</w:tcPr>
          <w:p w:rsidR="005E7CB6" w:rsidRPr="00016917" w:rsidRDefault="005E7CB6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160" w:type="dxa"/>
            <w:vMerge w:val="restart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Подготовка и выдача расписки (уведомл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ния) о приеме заявл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ния и документов, необходимых для предоставления усл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ги </w:t>
            </w:r>
          </w:p>
        </w:tc>
        <w:tc>
          <w:tcPr>
            <w:tcW w:w="5665" w:type="dxa"/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1.1.6.1.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Экземпляр расписки подписывается специалистом МФЦ, 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ветственным за прием документов, и заявителем (его предст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вителем).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1.1.6.2.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5E7CB6" w:rsidRPr="00016917" w:rsidRDefault="005E7CB6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рах, один экземпляр прикладывается к документам, а второй экземпляр направляется заявителю на почтовый и (или) эле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тронный адрес в случае поступления заявления непосредс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венно в орган, предоставляющий услугу, или почте.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E7CB6" w:rsidRPr="008A561C" w:rsidTr="005D5EE3">
        <w:tc>
          <w:tcPr>
            <w:tcW w:w="709" w:type="dxa"/>
            <w:vMerge/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1.1.6.3. При обращении через РПГУ</w:t>
            </w:r>
          </w:p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ном виде через РПГУ в личный кабинет специалиста в реги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нальной и (или) ведомственной информационной системе п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 рабочий день со дня посту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ления док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чие доступа к РПГУ, в личный кабинет должнос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ного лица в реги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нальной и (или) в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 w:val="restart"/>
          </w:tcPr>
          <w:p w:rsidR="005E7CB6" w:rsidRPr="00016917" w:rsidRDefault="005E7CB6" w:rsidP="00D77A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2160" w:type="dxa"/>
            <w:vMerge w:val="restart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Формирование и 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1.1.7.1. При отсутствии электронного взаимодействия ме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ду МФЦ и органом, предоставляющим услугу:</w:t>
            </w: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мый заявителем, для передачи в орган, предоставляющий 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лугу.</w:t>
            </w:r>
          </w:p>
          <w:p w:rsidR="005E7CB6" w:rsidRPr="00016917" w:rsidRDefault="005E7CB6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ходимые для предоставления услуги, передает в орган, предо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D7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A561C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е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D7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D7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E7CB6" w:rsidRPr="00016917" w:rsidRDefault="005E7CB6" w:rsidP="00D7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D77A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1.1.7.2.1. 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ные образы (скан-копии) заявления и документов, предста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ментов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доступ к регионал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ной и (или) ведо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ственной информ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  <w:vMerge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1.1.7.2.2. 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01691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6"/>
              <w:t>*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E7CB6" w:rsidRPr="008A561C" w:rsidTr="005D5EE3">
        <w:tc>
          <w:tcPr>
            <w:tcW w:w="709" w:type="dxa"/>
            <w:vMerge/>
          </w:tcPr>
          <w:p w:rsidR="005E7CB6" w:rsidRPr="00016917" w:rsidRDefault="005E7CB6" w:rsidP="00CA61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1.1.7.3. При обращении через РПГУ.</w:t>
            </w:r>
          </w:p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де, для выполнения административных процедур по исполн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нию государственной услуги.</w:t>
            </w:r>
          </w:p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чие доступа к РПГУ, в личный кабинет должнос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лица в реги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1.1.8.</w:t>
            </w:r>
          </w:p>
        </w:tc>
        <w:tc>
          <w:tcPr>
            <w:tcW w:w="2160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Прием пакета док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ментов (в случае 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ращения заявителя (представителя заяв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теля) в МФЦ)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CB6" w:rsidRPr="00016917" w:rsidRDefault="005E7CB6" w:rsidP="008B0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E7CB6" w:rsidRPr="008A561C" w:rsidTr="00342F5E">
        <w:tc>
          <w:tcPr>
            <w:tcW w:w="15792" w:type="dxa"/>
            <w:gridSpan w:val="7"/>
          </w:tcPr>
          <w:p w:rsidR="005E7CB6" w:rsidRPr="00016917" w:rsidRDefault="005E7CB6" w:rsidP="0036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 xml:space="preserve">1.2. Проверка права заявителя на предоставление муниципальной услуги, 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5E7CB6" w:rsidRPr="008A561C" w:rsidTr="00342F5E">
        <w:tc>
          <w:tcPr>
            <w:tcW w:w="709" w:type="dxa"/>
          </w:tcPr>
          <w:p w:rsidR="005E7CB6" w:rsidRPr="00016917" w:rsidRDefault="005E7CB6" w:rsidP="003627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160" w:type="dxa"/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Проверка права на получение муниц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665" w:type="dxa"/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ветствие установленным требованиям.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доставлении муниципальной услуги переходит к процедуре 1.3.2.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доставлении муниципальной услуги переходит к процедуре 1.3.3.</w:t>
            </w:r>
          </w:p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 календа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5E7CB6" w:rsidRPr="00016917" w:rsidRDefault="005E7CB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(со дня прин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тия заявления о предоставл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нии услуги и документов, 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подлежащих представлению заявителем, в МФЦ)</w:t>
            </w:r>
          </w:p>
          <w:p w:rsidR="005E7CB6" w:rsidRPr="00016917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</w:tcPr>
          <w:p w:rsidR="005E7CB6" w:rsidRPr="00016917" w:rsidRDefault="005E7CB6" w:rsidP="003627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160" w:type="dxa"/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 предоставлении м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ниципальной услуги</w:t>
            </w:r>
          </w:p>
        </w:tc>
        <w:tc>
          <w:tcPr>
            <w:tcW w:w="5665" w:type="dxa"/>
          </w:tcPr>
          <w:p w:rsidR="005E7CB6" w:rsidRPr="008A561C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При установлении отсутствия оснований для отказа в пр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доставлении муниципальной услуги, специалист органа, пр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доставляющего услугу, осуществляет подготовку проекта пр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каза об утверждении списка детей зачисленных в пришкол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ный лагерь.</w:t>
            </w:r>
          </w:p>
          <w:p w:rsidR="005E7CB6" w:rsidRPr="00016917" w:rsidRDefault="005E7CB6" w:rsidP="00AC20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1.2.4).</w:t>
            </w:r>
          </w:p>
        </w:tc>
        <w:tc>
          <w:tcPr>
            <w:tcW w:w="1559" w:type="dxa"/>
            <w:vMerge/>
          </w:tcPr>
          <w:p w:rsidR="005E7CB6" w:rsidRPr="00016917" w:rsidRDefault="005E7CB6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</w:tcPr>
          <w:p w:rsidR="005E7CB6" w:rsidRPr="00016917" w:rsidRDefault="005E7CB6" w:rsidP="003627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160" w:type="dxa"/>
          </w:tcPr>
          <w:p w:rsidR="005E7CB6" w:rsidRPr="00016917" w:rsidRDefault="005E7CB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решение об отказе в предоставл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нии муниципальной услуги</w:t>
            </w:r>
          </w:p>
        </w:tc>
        <w:tc>
          <w:tcPr>
            <w:tcW w:w="5665" w:type="dxa"/>
          </w:tcPr>
          <w:p w:rsidR="005E7CB6" w:rsidRPr="00016917" w:rsidRDefault="005E7CB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ципальной услуги, специалист органа, предоставляющего 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лугу, осуществляет подготовку проекта уведомления об отказе в предоставлении муниципальной услуги.</w:t>
            </w:r>
          </w:p>
          <w:p w:rsidR="005E7CB6" w:rsidRPr="00016917" w:rsidRDefault="005E7CB6" w:rsidP="00BC3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1.2.5).</w:t>
            </w:r>
          </w:p>
        </w:tc>
        <w:tc>
          <w:tcPr>
            <w:tcW w:w="1559" w:type="dxa"/>
            <w:vMerge/>
          </w:tcPr>
          <w:p w:rsidR="005E7CB6" w:rsidRPr="00016917" w:rsidRDefault="005E7CB6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</w:tcPr>
          <w:p w:rsidR="005E7CB6" w:rsidRPr="00016917" w:rsidRDefault="005E7CB6" w:rsidP="003627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1.2.4.</w:t>
            </w:r>
          </w:p>
        </w:tc>
        <w:tc>
          <w:tcPr>
            <w:tcW w:w="2160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нии) муниципальной услуги</w:t>
            </w:r>
          </w:p>
        </w:tc>
        <w:tc>
          <w:tcPr>
            <w:tcW w:w="566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Лицо, принимающее решение, проверяет правильность пр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екта 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приказа об утверждении списка детей зачисленных в пришкольный лагерь или проекта уведомления об отказе в предоставлении муниципальной услуги.</w:t>
            </w:r>
          </w:p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2. Издает 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приказ об утверждении списка детей зачисленных в лагерь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 или подписывает уведомление об отказе в предоставл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нии муниципальной услуги.</w:t>
            </w:r>
          </w:p>
          <w:p w:rsidR="005E7CB6" w:rsidRPr="00016917" w:rsidRDefault="005E7CB6" w:rsidP="00AC20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3. Направляет </w:t>
            </w:r>
            <w:r w:rsidRPr="008A561C">
              <w:rPr>
                <w:rFonts w:ascii="Times New Roman" w:hAnsi="Times New Roman"/>
                <w:sz w:val="20"/>
                <w:szCs w:val="20"/>
              </w:rPr>
              <w:t>приказ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 или уведомление об отказе в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лении муниципальной услуги 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59" w:type="dxa"/>
            <w:vMerge/>
          </w:tcPr>
          <w:p w:rsidR="005E7CB6" w:rsidRPr="00016917" w:rsidRDefault="005E7CB6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5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</w:tcPr>
          <w:p w:rsidR="005E7CB6" w:rsidRPr="00016917" w:rsidRDefault="005E7CB6" w:rsidP="008B0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E7CB6" w:rsidRPr="008A561C" w:rsidTr="00342F5E">
        <w:tc>
          <w:tcPr>
            <w:tcW w:w="709" w:type="dxa"/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2160" w:type="dxa"/>
          </w:tcPr>
          <w:p w:rsidR="005E7CB6" w:rsidRPr="008A561C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Направление уведо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ления заявителю (при обращении через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016917">
              <w:rPr>
                <w:rStyle w:val="FootnoteReference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7"/>
              <w:t>*</w:t>
            </w:r>
          </w:p>
        </w:tc>
        <w:tc>
          <w:tcPr>
            <w:tcW w:w="5665" w:type="dxa"/>
          </w:tcPr>
          <w:p w:rsidR="005E7CB6" w:rsidRPr="00016917" w:rsidRDefault="005E7CB6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домление через личный кабинет на РПГУ* в виде электронн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го документа (уведомление о положительном решении предо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тавления услуги или об отказе в предоставлении услуги с ук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занием причин отказа).</w:t>
            </w:r>
          </w:p>
          <w:p w:rsidR="005E7CB6" w:rsidRPr="00016917" w:rsidRDefault="005E7CB6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рабочий день со дня прин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я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тия решения о предоставл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нии (отказе в предоставл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5E7CB6" w:rsidRPr="00016917" w:rsidRDefault="005E7CB6" w:rsidP="00CA61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691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016917">
              <w:rPr>
                <w:rFonts w:ascii="Times New Roman" w:hAnsi="Times New Roman"/>
                <w:sz w:val="18"/>
                <w:szCs w:val="18"/>
              </w:rPr>
              <w:t>с</w:t>
            </w:r>
            <w:r w:rsidRPr="00016917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</w:tcPr>
          <w:p w:rsidR="005E7CB6" w:rsidRPr="00016917" w:rsidRDefault="005E7CB6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нал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чие доступа к РПГУ*, в личный кабинет специал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ста в региональной и (или) ведомстве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ной информацио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ной системе, а 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же наличие необх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димого оборудов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ния: компьютер</w:t>
            </w:r>
          </w:p>
        </w:tc>
        <w:tc>
          <w:tcPr>
            <w:tcW w:w="1588" w:type="dxa"/>
          </w:tcPr>
          <w:p w:rsidR="005E7CB6" w:rsidRPr="00016917" w:rsidRDefault="005E7CB6" w:rsidP="00CA614B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016917">
              <w:rPr>
                <w:color w:val="000000"/>
                <w:sz w:val="18"/>
                <w:szCs w:val="18"/>
              </w:rPr>
              <w:t>-</w:t>
            </w:r>
          </w:p>
        </w:tc>
      </w:tr>
      <w:tr w:rsidR="005E7CB6" w:rsidRPr="008A561C" w:rsidTr="00342F5E">
        <w:tc>
          <w:tcPr>
            <w:tcW w:w="15792" w:type="dxa"/>
            <w:gridSpan w:val="7"/>
          </w:tcPr>
          <w:p w:rsidR="005E7CB6" w:rsidRPr="00016917" w:rsidRDefault="005E7CB6" w:rsidP="00BC3B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1.3. Направление заявителю результата предоставления муниципальной услуги</w:t>
            </w:r>
          </w:p>
        </w:tc>
      </w:tr>
      <w:tr w:rsidR="005E7CB6" w:rsidRPr="008A561C" w:rsidTr="00342F5E">
        <w:trPr>
          <w:trHeight w:val="1205"/>
        </w:trPr>
        <w:tc>
          <w:tcPr>
            <w:tcW w:w="709" w:type="dxa"/>
            <w:vMerge w:val="restart"/>
          </w:tcPr>
          <w:p w:rsidR="005E7CB6" w:rsidRPr="00016917" w:rsidRDefault="005E7CB6" w:rsidP="009E3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  <w:r w:rsidRPr="00016917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</w:tcPr>
          <w:p w:rsidR="005E7CB6" w:rsidRPr="00016917" w:rsidRDefault="005E7CB6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Направление заявит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лю результата предо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тавления муниц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5665" w:type="dxa"/>
          </w:tcPr>
          <w:p w:rsidR="005E7CB6" w:rsidRPr="00016917" w:rsidRDefault="005E7CB6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1.3.1.1. 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7CB6" w:rsidRPr="00016917" w:rsidRDefault="005E7CB6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тронной почты</w:t>
            </w:r>
          </w:p>
        </w:tc>
        <w:tc>
          <w:tcPr>
            <w:tcW w:w="1559" w:type="dxa"/>
          </w:tcPr>
          <w:p w:rsidR="005E7CB6" w:rsidRPr="00016917" w:rsidRDefault="005E7CB6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Не позднее 3 рабочих дней со дня прин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я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тия решения о предоставл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нии (об отказе в предоставл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5E7CB6" w:rsidRPr="00016917" w:rsidRDefault="005E7CB6" w:rsidP="006778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5E7CB6" w:rsidRPr="00016917" w:rsidRDefault="005E7CB6" w:rsidP="006778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чие доступа в ли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ный кабинет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циалиста в реги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нальной и (или) 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м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</w:tcPr>
          <w:p w:rsidR="005E7CB6" w:rsidRPr="00016917" w:rsidRDefault="005E7CB6" w:rsidP="006778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E7CB6" w:rsidRPr="008A561C" w:rsidTr="00342F5E">
        <w:trPr>
          <w:trHeight w:val="1205"/>
        </w:trPr>
        <w:tc>
          <w:tcPr>
            <w:tcW w:w="709" w:type="dxa"/>
            <w:vMerge/>
          </w:tcPr>
          <w:p w:rsidR="005E7CB6" w:rsidRPr="00016917" w:rsidRDefault="005E7CB6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5E7CB6" w:rsidRPr="00016917" w:rsidRDefault="005E7CB6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</w:tcPr>
          <w:p w:rsidR="005E7CB6" w:rsidRPr="00016917" w:rsidRDefault="005E7CB6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1.3.1.2. 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7CB6" w:rsidRPr="00016917" w:rsidRDefault="005E7CB6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ется в МФЦ по сопроводительному реестру на бумажном н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сителе.</w:t>
            </w:r>
          </w:p>
        </w:tc>
        <w:tc>
          <w:tcPr>
            <w:tcW w:w="1559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рабочий день со дня прин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я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тия решения о предоставл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нии (об отказе в предоставл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E7CB6" w:rsidRPr="008A561C" w:rsidTr="00342F5E">
        <w:trPr>
          <w:trHeight w:val="1205"/>
        </w:trPr>
        <w:tc>
          <w:tcPr>
            <w:tcW w:w="709" w:type="dxa"/>
          </w:tcPr>
          <w:p w:rsidR="005E7CB6" w:rsidRPr="00016917" w:rsidRDefault="005E7CB6" w:rsidP="009E3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160" w:type="dxa"/>
          </w:tcPr>
          <w:p w:rsidR="005E7CB6" w:rsidRPr="00016917" w:rsidRDefault="005E7CB6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ги МФЦ</w:t>
            </w:r>
          </w:p>
        </w:tc>
        <w:tc>
          <w:tcPr>
            <w:tcW w:w="5665" w:type="dxa"/>
          </w:tcPr>
          <w:p w:rsidR="005E7CB6" w:rsidRPr="00016917" w:rsidRDefault="005E7CB6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В день получ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ния результата из органа, пр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6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588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E7CB6" w:rsidRPr="008A561C" w:rsidTr="00342F5E">
        <w:trPr>
          <w:trHeight w:val="1205"/>
        </w:trPr>
        <w:tc>
          <w:tcPr>
            <w:tcW w:w="709" w:type="dxa"/>
          </w:tcPr>
          <w:p w:rsidR="005E7CB6" w:rsidRPr="00016917" w:rsidRDefault="005E7CB6" w:rsidP="009E3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2160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ги заявителю (в сл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чае обращения через МФЦ)</w:t>
            </w:r>
          </w:p>
        </w:tc>
        <w:tc>
          <w:tcPr>
            <w:tcW w:w="5665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ления услуги, сотрудник МФЦ:</w:t>
            </w:r>
          </w:p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В день обр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щения заявит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ля</w:t>
            </w:r>
          </w:p>
        </w:tc>
        <w:tc>
          <w:tcPr>
            <w:tcW w:w="2126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E7CB6" w:rsidRPr="008A561C" w:rsidTr="00342F5E">
        <w:trPr>
          <w:trHeight w:val="345"/>
        </w:trPr>
        <w:tc>
          <w:tcPr>
            <w:tcW w:w="709" w:type="dxa"/>
          </w:tcPr>
          <w:p w:rsidR="005E7CB6" w:rsidRPr="00016917" w:rsidRDefault="005E7CB6" w:rsidP="009E34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2160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Передача невостреб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ванных документов в орган, предоставля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щий услугу</w:t>
            </w:r>
          </w:p>
        </w:tc>
        <w:tc>
          <w:tcPr>
            <w:tcW w:w="5665" w:type="dxa"/>
          </w:tcPr>
          <w:p w:rsidR="005E7CB6" w:rsidRPr="00016917" w:rsidRDefault="005E7CB6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По истечении 30 календа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ных дней с момента пол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чения резул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ляющего усл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6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5E7CB6" w:rsidRPr="00016917" w:rsidRDefault="005E7CB6" w:rsidP="004457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5E7CB6" w:rsidRPr="00016917" w:rsidRDefault="005E7CB6" w:rsidP="00675A83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  <w:sectPr w:rsidR="005E7CB6" w:rsidRPr="00016917" w:rsidSect="00342F5E">
          <w:footerReference w:type="even" r:id="rId31"/>
          <w:footerReference w:type="default" r:id="rId32"/>
          <w:footerReference w:type="first" r:id="rId33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5E7CB6" w:rsidRPr="00016917" w:rsidRDefault="005E7CB6" w:rsidP="00675A83">
      <w:pPr>
        <w:pageBreakBefore/>
        <w:spacing w:after="200" w:line="276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5E7CB6" w:rsidRPr="00016917" w:rsidRDefault="005E7CB6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16917">
        <w:rPr>
          <w:rFonts w:ascii="Times New Roman" w:hAnsi="Times New Roman"/>
          <w:b/>
          <w:sz w:val="28"/>
          <w:szCs w:val="28"/>
          <w:lang w:eastAsia="zh-CN"/>
        </w:rPr>
        <w:t>Раздел 8. «Особенности предоставления  «подуслуги» в электронной форме»</w:t>
      </w:r>
    </w:p>
    <w:p w:rsidR="005E7CB6" w:rsidRPr="00016917" w:rsidRDefault="005E7CB6" w:rsidP="00675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5E7CB6" w:rsidRPr="008A561C" w:rsidTr="000C618D">
        <w:trPr>
          <w:trHeight w:val="1479"/>
        </w:trPr>
        <w:tc>
          <w:tcPr>
            <w:tcW w:w="1716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ния заявителем информации  о сроках  и п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рядке предо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тавления усл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ги</w:t>
            </w:r>
          </w:p>
        </w:tc>
        <w:tc>
          <w:tcPr>
            <w:tcW w:w="1560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доставлении услуги</w:t>
            </w:r>
          </w:p>
        </w:tc>
        <w:tc>
          <w:tcPr>
            <w:tcW w:w="1701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форм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рования запр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са о предоста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лении услуги</w:t>
            </w:r>
          </w:p>
        </w:tc>
        <w:tc>
          <w:tcPr>
            <w:tcW w:w="2693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рации органом, предо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тавляющим услугу, запр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са о предоставлении усл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тавления услуги</w:t>
            </w:r>
            <w:r w:rsidRPr="00016917">
              <w:rPr>
                <w:rStyle w:val="FootnoteReference"/>
                <w:rFonts w:ascii="Times New Roman" w:hAnsi="Times New Roman"/>
                <w:bCs/>
                <w:sz w:val="20"/>
                <w:szCs w:val="20"/>
              </w:rPr>
              <w:footnoteReference w:customMarkFollows="1" w:id="8"/>
              <w:t>**</w:t>
            </w:r>
          </w:p>
        </w:tc>
        <w:tc>
          <w:tcPr>
            <w:tcW w:w="2410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Способ оплаты гос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дарственной пошлины за предоставление у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луги и уплаты иных платежей, взимаемых в соответствии с закон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дательством Росси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126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полнения запроса о предоставлении у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/>
                <w:sz w:val="20"/>
                <w:szCs w:val="20"/>
              </w:rPr>
              <w:t>луги</w:t>
            </w:r>
          </w:p>
        </w:tc>
        <w:tc>
          <w:tcPr>
            <w:tcW w:w="2835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тавления услуги и досуде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ного (внесудебного) обжал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вания решений и действий (бездействия) органа в пр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/>
                <w:bCs/>
                <w:sz w:val="20"/>
                <w:szCs w:val="20"/>
              </w:rPr>
              <w:t>цессе получения услуги</w:t>
            </w:r>
          </w:p>
        </w:tc>
      </w:tr>
      <w:tr w:rsidR="005E7CB6" w:rsidRPr="008A561C" w:rsidTr="000C618D">
        <w:trPr>
          <w:trHeight w:val="70"/>
        </w:trPr>
        <w:tc>
          <w:tcPr>
            <w:tcW w:w="1716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5E7CB6" w:rsidRPr="008A561C" w:rsidTr="000C618D">
        <w:trPr>
          <w:trHeight w:val="70"/>
        </w:trPr>
        <w:tc>
          <w:tcPr>
            <w:tcW w:w="15041" w:type="dxa"/>
            <w:gridSpan w:val="7"/>
            <w:vAlign w:val="center"/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5E7CB6" w:rsidRPr="008A561C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Официальный сайт органа, пр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доставляющего услугу.</w:t>
            </w:r>
          </w:p>
          <w:p w:rsidR="005E7CB6" w:rsidRPr="00016917" w:rsidRDefault="005E7CB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61C">
              <w:rPr>
                <w:rFonts w:ascii="Times New Roman" w:hAnsi="Times New Roman"/>
                <w:color w:val="000000"/>
                <w:sz w:val="20"/>
                <w:szCs w:val="20"/>
              </w:rPr>
              <w:t>2. Единый по</w:t>
            </w:r>
            <w:r w:rsidRPr="008A561C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8A561C">
              <w:rPr>
                <w:rFonts w:ascii="Times New Roman" w:hAnsi="Times New Roman"/>
                <w:color w:val="000000"/>
                <w:sz w:val="20"/>
                <w:szCs w:val="20"/>
              </w:rPr>
              <w:t>тал государс</w:t>
            </w:r>
            <w:r w:rsidRPr="008A561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8A561C">
              <w:rPr>
                <w:rFonts w:ascii="Times New Roman" w:hAnsi="Times New Roman"/>
                <w:color w:val="000000"/>
                <w:sz w:val="20"/>
                <w:szCs w:val="20"/>
              </w:rPr>
              <w:t>венных и мун</w:t>
            </w:r>
            <w:r w:rsidRPr="008A561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A561C">
              <w:rPr>
                <w:rFonts w:ascii="Times New Roman" w:hAnsi="Times New Roman"/>
                <w:color w:val="000000"/>
                <w:sz w:val="20"/>
                <w:szCs w:val="20"/>
              </w:rPr>
              <w:t>ципальных услуг (функций)</w:t>
            </w:r>
            <w:r w:rsidRPr="008A561C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  <w:r w:rsidRPr="008A561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E7CB6" w:rsidRPr="00016917" w:rsidRDefault="005E7CB6" w:rsidP="00E134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016917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customMarkFollows="1" w:id="9"/>
              <w:t>*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E134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РПГУ</w:t>
            </w:r>
            <w:r w:rsidRPr="00016917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E134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016917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Не требуется предоставл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ние заявителем документов на бумажном носителе</w:t>
            </w:r>
          </w:p>
          <w:p w:rsidR="005E7CB6" w:rsidRPr="00016917" w:rsidRDefault="005E7CB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5E7CB6" w:rsidRPr="00016917" w:rsidRDefault="005E7CB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для ок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зания «подуслуги»</w:t>
            </w:r>
          </w:p>
          <w:p w:rsidR="005E7CB6" w:rsidRPr="00016917" w:rsidRDefault="005E7CB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Или:</w:t>
            </w:r>
          </w:p>
          <w:p w:rsidR="005E7CB6" w:rsidRPr="00016917" w:rsidRDefault="005E7CB6" w:rsidP="00E27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неп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bCs/>
                <w:sz w:val="20"/>
                <w:szCs w:val="20"/>
              </w:rPr>
              <w:t>средственно при получении результата «подуслуги»</w:t>
            </w:r>
          </w:p>
          <w:p w:rsidR="005E7CB6" w:rsidRPr="00016917" w:rsidRDefault="005E7CB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675A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2E34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Личный кабинет на РПГУ</w:t>
            </w:r>
            <w:r w:rsidRPr="00016917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CB6" w:rsidRPr="00016917" w:rsidRDefault="005E7CB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</w:t>
            </w:r>
            <w:r w:rsidRPr="00016917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E7CB6" w:rsidRPr="00016917" w:rsidRDefault="005E7CB6" w:rsidP="00675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РПГУ</w:t>
            </w:r>
            <w:r w:rsidRPr="00016917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5E7CB6" w:rsidRPr="00016917" w:rsidRDefault="005E7CB6" w:rsidP="00675A83">
      <w:pPr>
        <w:spacing w:after="0" w:line="240" w:lineRule="auto"/>
        <w:rPr>
          <w:rFonts w:ascii="Times New Roman" w:hAnsi="Times New Roman"/>
          <w:b/>
          <w:lang w:eastAsia="zh-CN"/>
        </w:rPr>
      </w:pPr>
    </w:p>
    <w:p w:rsidR="005E7CB6" w:rsidRPr="00016917" w:rsidRDefault="005E7CB6" w:rsidP="00675A83">
      <w:pPr>
        <w:spacing w:after="200" w:line="276" w:lineRule="auto"/>
        <w:rPr>
          <w:lang w:eastAsia="zh-CN"/>
        </w:rPr>
        <w:sectPr w:rsidR="005E7CB6" w:rsidRPr="00016917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5E7CB6" w:rsidRPr="00016917" w:rsidRDefault="005E7CB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6917">
        <w:rPr>
          <w:rFonts w:ascii="Times New Roman" w:hAnsi="Times New Roman"/>
          <w:sz w:val="28"/>
          <w:szCs w:val="28"/>
          <w:lang w:eastAsia="ru-RU"/>
        </w:rPr>
        <w:t>Приложение 1</w:t>
      </w:r>
    </w:p>
    <w:p w:rsidR="005E7CB6" w:rsidRPr="00016917" w:rsidRDefault="005E7CB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CB6" w:rsidRPr="00016917" w:rsidRDefault="005E7CB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6917">
        <w:rPr>
          <w:rFonts w:ascii="Times New Roman" w:hAnsi="Times New Roman"/>
          <w:sz w:val="28"/>
          <w:szCs w:val="28"/>
          <w:lang w:eastAsia="ru-RU"/>
        </w:rPr>
        <w:t>к типовой технологической схеме</w:t>
      </w:r>
    </w:p>
    <w:p w:rsidR="005E7CB6" w:rsidRPr="00016917" w:rsidRDefault="005E7CB6" w:rsidP="005E5F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CF163D">
        <w:rPr>
          <w:rFonts w:ascii="Times New Roman" w:hAnsi="Times New Roman"/>
          <w:sz w:val="28"/>
          <w:szCs w:val="28"/>
        </w:rPr>
        <w:t>а</w:t>
      </w:r>
      <w:r w:rsidRPr="00CF163D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CF163D">
        <w:rPr>
          <w:rFonts w:ascii="Times New Roman" w:hAnsi="Times New Roman"/>
          <w:sz w:val="28"/>
          <w:szCs w:val="28"/>
        </w:rPr>
        <w:t>и</w:t>
      </w:r>
      <w:r w:rsidRPr="00CF163D">
        <w:rPr>
          <w:rFonts w:ascii="Times New Roman" w:hAnsi="Times New Roman"/>
          <w:sz w:val="28"/>
          <w:szCs w:val="28"/>
        </w:rPr>
        <w:t xml:space="preserve">пальной услуги </w:t>
      </w:r>
      <w:r w:rsidRPr="00016917">
        <w:rPr>
          <w:rFonts w:ascii="Times New Roman" w:hAnsi="Times New Roman"/>
          <w:iCs/>
          <w:sz w:val="28"/>
          <w:szCs w:val="28"/>
          <w:lang w:eastAsia="zh-CN"/>
        </w:rPr>
        <w:t>«Организация отдыха детей в каникулярное время»</w:t>
      </w:r>
    </w:p>
    <w:p w:rsidR="005E7CB6" w:rsidRPr="00016917" w:rsidRDefault="005E7CB6" w:rsidP="005E5F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CB6" w:rsidRPr="00016917" w:rsidRDefault="005E7CB6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16917">
        <w:rPr>
          <w:rFonts w:ascii="Times New Roman" w:hAnsi="Times New Roman"/>
          <w:sz w:val="28"/>
          <w:szCs w:val="28"/>
        </w:rPr>
        <w:t>ФОРМА ЗАЯВЛЕНИЯ</w:t>
      </w:r>
    </w:p>
    <w:p w:rsidR="005E7CB6" w:rsidRPr="00016917" w:rsidRDefault="005E7CB6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4140" w:type="dxa"/>
        <w:tblInd w:w="5688" w:type="dxa"/>
        <w:tblLook w:val="01E0"/>
      </w:tblPr>
      <w:tblGrid>
        <w:gridCol w:w="4140"/>
      </w:tblGrid>
      <w:tr w:rsidR="005E7CB6" w:rsidRPr="008A561C" w:rsidTr="006A3597">
        <w:tc>
          <w:tcPr>
            <w:tcW w:w="4140" w:type="dxa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169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Директору образовательной о</w:t>
            </w:r>
            <w:r w:rsidRPr="000169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0169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ганизации</w:t>
            </w:r>
          </w:p>
        </w:tc>
      </w:tr>
      <w:tr w:rsidR="005E7CB6" w:rsidRPr="008A561C" w:rsidTr="006A3597">
        <w:tc>
          <w:tcPr>
            <w:tcW w:w="4140" w:type="dxa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E7CB6" w:rsidRPr="008A561C" w:rsidTr="006A3597"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5E7CB6" w:rsidRPr="00016917" w:rsidRDefault="005E7CB6" w:rsidP="005E5F2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E7CB6" w:rsidRPr="00016917" w:rsidRDefault="005E7CB6" w:rsidP="005E5F2F">
      <w:pPr>
        <w:spacing w:after="0" w:line="360" w:lineRule="auto"/>
        <w:jc w:val="center"/>
        <w:rPr>
          <w:rFonts w:ascii="Times New Roman" w:hAnsi="Times New Roman"/>
          <w:caps/>
          <w:sz w:val="27"/>
          <w:szCs w:val="27"/>
          <w:lang w:eastAsia="ru-RU"/>
        </w:rPr>
      </w:pPr>
      <w:r w:rsidRPr="00016917">
        <w:rPr>
          <w:rFonts w:ascii="Times New Roman" w:hAnsi="Times New Roman"/>
          <w:caps/>
          <w:sz w:val="27"/>
          <w:szCs w:val="27"/>
          <w:lang w:eastAsia="ru-RU"/>
        </w:rPr>
        <w:t>Заявление</w:t>
      </w:r>
    </w:p>
    <w:tbl>
      <w:tblPr>
        <w:tblW w:w="9828" w:type="dxa"/>
        <w:tblLayout w:type="fixed"/>
        <w:tblLook w:val="01E0"/>
      </w:tblPr>
      <w:tblGrid>
        <w:gridCol w:w="827"/>
        <w:gridCol w:w="354"/>
        <w:gridCol w:w="365"/>
        <w:gridCol w:w="356"/>
        <w:gridCol w:w="358"/>
        <w:gridCol w:w="6"/>
        <w:gridCol w:w="176"/>
        <w:gridCol w:w="178"/>
        <w:gridCol w:w="6"/>
        <w:gridCol w:w="1074"/>
        <w:gridCol w:w="184"/>
        <w:gridCol w:w="540"/>
        <w:gridCol w:w="182"/>
        <w:gridCol w:w="722"/>
        <w:gridCol w:w="356"/>
        <w:gridCol w:w="178"/>
        <w:gridCol w:w="186"/>
        <w:gridCol w:w="175"/>
        <w:gridCol w:w="184"/>
        <w:gridCol w:w="358"/>
        <w:gridCol w:w="448"/>
        <w:gridCol w:w="90"/>
        <w:gridCol w:w="2525"/>
      </w:tblGrid>
      <w:tr w:rsidR="005E7CB6" w:rsidRPr="008A561C" w:rsidTr="006A3597">
        <w:tc>
          <w:tcPr>
            <w:tcW w:w="9828" w:type="dxa"/>
            <w:gridSpan w:val="23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Прошу принять в пришкольный лагерь дневного пребывания на смену с</w:t>
            </w:r>
          </w:p>
        </w:tc>
      </w:tr>
      <w:tr w:rsidR="005E7CB6" w:rsidRPr="008A561C" w:rsidTr="006A3597">
        <w:tc>
          <w:tcPr>
            <w:tcW w:w="827" w:type="dxa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719" w:type="dxa"/>
            <w:gridSpan w:val="2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60" w:type="dxa"/>
            <w:gridSpan w:val="3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722" w:type="dxa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201</w:t>
            </w: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780" w:type="dxa"/>
            <w:gridSpan w:val="6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года моего сына (дочь)</w:t>
            </w:r>
          </w:p>
        </w:tc>
      </w:tr>
      <w:tr w:rsidR="005E7CB6" w:rsidRPr="008A561C" w:rsidTr="006A3597">
        <w:tc>
          <w:tcPr>
            <w:tcW w:w="2266" w:type="dxa"/>
            <w:gridSpan w:val="6"/>
          </w:tcPr>
          <w:p w:rsidR="005E7CB6" w:rsidRPr="00016917" w:rsidRDefault="005E7CB6" w:rsidP="005E5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6917">
              <w:rPr>
                <w:rFonts w:ascii="Times New Roman" w:hAnsi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360" w:type="dxa"/>
            <w:gridSpan w:val="3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</w:tcPr>
          <w:p w:rsidR="005E7CB6" w:rsidRPr="00016917" w:rsidRDefault="005E7CB6" w:rsidP="005E5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6917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22" w:type="dxa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3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6917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780" w:type="dxa"/>
            <w:gridSpan w:val="6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7CB6" w:rsidRPr="008A561C" w:rsidTr="006A3597">
        <w:tc>
          <w:tcPr>
            <w:tcW w:w="2620" w:type="dxa"/>
            <w:gridSpan w:val="8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Фамилия ребенка</w:t>
            </w:r>
          </w:p>
        </w:tc>
        <w:tc>
          <w:tcPr>
            <w:tcW w:w="7208" w:type="dxa"/>
            <w:gridSpan w:val="15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2260" w:type="dxa"/>
            <w:gridSpan w:val="5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Имя, отчество</w:t>
            </w:r>
          </w:p>
        </w:tc>
        <w:tc>
          <w:tcPr>
            <w:tcW w:w="7568" w:type="dxa"/>
            <w:gridSpan w:val="18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3700" w:type="dxa"/>
            <w:gridSpan w:val="10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Год, месяц, число рождения</w:t>
            </w:r>
          </w:p>
        </w:tc>
        <w:tc>
          <w:tcPr>
            <w:tcW w:w="6128" w:type="dxa"/>
            <w:gridSpan w:val="13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1181" w:type="dxa"/>
            <w:gridSpan w:val="2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Адрес</w:t>
            </w:r>
          </w:p>
        </w:tc>
        <w:tc>
          <w:tcPr>
            <w:tcW w:w="8647" w:type="dxa"/>
            <w:gridSpan w:val="21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9828" w:type="dxa"/>
            <w:gridSpan w:val="23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3884" w:type="dxa"/>
            <w:gridSpan w:val="11"/>
            <w:tcBorders>
              <w:top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Образовательная организация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1081" w:type="dxa"/>
            <w:gridSpan w:val="5"/>
            <w:tcBorders>
              <w:top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класс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9828" w:type="dxa"/>
            <w:gridSpan w:val="23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5E7CB6" w:rsidRPr="008A561C" w:rsidTr="006A3597">
        <w:tc>
          <w:tcPr>
            <w:tcW w:w="9828" w:type="dxa"/>
            <w:gridSpan w:val="23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Сведения о родителях:</w:t>
            </w:r>
          </w:p>
        </w:tc>
      </w:tr>
      <w:tr w:rsidR="005E7CB6" w:rsidRPr="008A561C" w:rsidTr="006A3597">
        <w:tc>
          <w:tcPr>
            <w:tcW w:w="1902" w:type="dxa"/>
            <w:gridSpan w:val="4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Отец: Ф.И.О.</w:t>
            </w:r>
          </w:p>
        </w:tc>
        <w:tc>
          <w:tcPr>
            <w:tcW w:w="7926" w:type="dxa"/>
            <w:gridSpan w:val="19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1902" w:type="dxa"/>
            <w:gridSpan w:val="4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Место работы</w:t>
            </w:r>
          </w:p>
        </w:tc>
        <w:tc>
          <w:tcPr>
            <w:tcW w:w="7926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3700" w:type="dxa"/>
            <w:gridSpan w:val="10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Телефон домашний (сотовый)</w:t>
            </w:r>
          </w:p>
        </w:tc>
        <w:tc>
          <w:tcPr>
            <w:tcW w:w="2523" w:type="dxa"/>
            <w:gridSpan w:val="8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1080" w:type="dxa"/>
            <w:gridSpan w:val="4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сл</w:t>
            </w: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у</w:t>
            </w: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же</w:t>
            </w: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б</w:t>
            </w: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ный</w:t>
            </w:r>
          </w:p>
        </w:tc>
        <w:tc>
          <w:tcPr>
            <w:tcW w:w="2525" w:type="dxa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1902" w:type="dxa"/>
            <w:gridSpan w:val="4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Мать: Ф.И.О.</w:t>
            </w:r>
          </w:p>
        </w:tc>
        <w:tc>
          <w:tcPr>
            <w:tcW w:w="7926" w:type="dxa"/>
            <w:gridSpan w:val="19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1902" w:type="dxa"/>
            <w:gridSpan w:val="4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Место работы</w:t>
            </w:r>
          </w:p>
        </w:tc>
        <w:tc>
          <w:tcPr>
            <w:tcW w:w="7926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5E7CB6" w:rsidRPr="008A561C" w:rsidTr="006A3597">
        <w:tc>
          <w:tcPr>
            <w:tcW w:w="2620" w:type="dxa"/>
            <w:gridSpan w:val="8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1986" w:type="dxa"/>
            <w:gridSpan w:val="5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1801" w:type="dxa"/>
            <w:gridSpan w:val="6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3421" w:type="dxa"/>
            <w:gridSpan w:val="4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5E7CB6" w:rsidRPr="008A561C" w:rsidTr="006A3597">
        <w:tc>
          <w:tcPr>
            <w:tcW w:w="9828" w:type="dxa"/>
            <w:gridSpan w:val="23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С Уставом учреждения и нормативными актами ознакомлен(а) и согласен(а).</w:t>
            </w:r>
          </w:p>
        </w:tc>
      </w:tr>
      <w:tr w:rsidR="005E7CB6" w:rsidRPr="008A561C" w:rsidTr="006A3597">
        <w:tc>
          <w:tcPr>
            <w:tcW w:w="9828" w:type="dxa"/>
            <w:gridSpan w:val="23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5E7CB6" w:rsidRPr="008A561C" w:rsidTr="006A3597">
        <w:tc>
          <w:tcPr>
            <w:tcW w:w="2442" w:type="dxa"/>
            <w:gridSpan w:val="7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Дата заполнения</w:t>
            </w:r>
          </w:p>
        </w:tc>
        <w:tc>
          <w:tcPr>
            <w:tcW w:w="3420" w:type="dxa"/>
            <w:gridSpan w:val="9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1351" w:type="dxa"/>
            <w:gridSpan w:val="5"/>
          </w:tcPr>
          <w:p w:rsidR="005E7CB6" w:rsidRPr="00016917" w:rsidRDefault="005E7CB6" w:rsidP="005E5F2F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hAnsi="Times New Roman"/>
                <w:sz w:val="27"/>
                <w:szCs w:val="27"/>
                <w:lang w:eastAsia="ru-RU"/>
              </w:rPr>
              <w:t>Подпись</w:t>
            </w:r>
          </w:p>
        </w:tc>
        <w:tc>
          <w:tcPr>
            <w:tcW w:w="2615" w:type="dxa"/>
            <w:gridSpan w:val="2"/>
            <w:tcBorders>
              <w:bottom w:val="single" w:sz="4" w:space="0" w:color="auto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5E7CB6" w:rsidRPr="00016917" w:rsidRDefault="005E7CB6" w:rsidP="005E5F2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E7CB6" w:rsidRPr="00016917" w:rsidRDefault="005E7CB6" w:rsidP="005E5F2F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16917">
        <w:rPr>
          <w:rFonts w:ascii="Times New Roman" w:hAnsi="Times New Roman"/>
          <w:sz w:val="27"/>
          <w:szCs w:val="27"/>
          <w:lang w:eastAsia="ru-RU"/>
        </w:rPr>
        <w:t>Результат муниципальной услуги прошу выдать: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7920"/>
      </w:tblGrid>
      <w:tr w:rsidR="005E7CB6" w:rsidRPr="008A561C" w:rsidTr="006A3597">
        <w:tc>
          <w:tcPr>
            <w:tcW w:w="468" w:type="dxa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bottom w:val="nil"/>
              <w:right w:val="nil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6917">
              <w:rPr>
                <w:rFonts w:ascii="Times New Roman" w:hAnsi="Times New Roman"/>
                <w:sz w:val="26"/>
                <w:szCs w:val="26"/>
                <w:lang w:eastAsia="ru-RU"/>
              </w:rPr>
              <w:t>посредством личного обращения;</w:t>
            </w:r>
          </w:p>
        </w:tc>
      </w:tr>
      <w:tr w:rsidR="005E7CB6" w:rsidRPr="008A561C" w:rsidTr="006A3597">
        <w:tc>
          <w:tcPr>
            <w:tcW w:w="468" w:type="dxa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bottom w:val="nil"/>
              <w:right w:val="nil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6917">
              <w:rPr>
                <w:rFonts w:ascii="Times New Roman" w:hAnsi="Times New Roman"/>
                <w:sz w:val="26"/>
                <w:szCs w:val="26"/>
                <w:lang w:eastAsia="ru-RU"/>
              </w:rPr>
              <w:t>посредством личного обращения в МФЦ;</w:t>
            </w:r>
          </w:p>
        </w:tc>
      </w:tr>
      <w:tr w:rsidR="005E7CB6" w:rsidRPr="008A561C" w:rsidTr="006A3597">
        <w:tc>
          <w:tcPr>
            <w:tcW w:w="468" w:type="dxa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bottom w:val="nil"/>
              <w:right w:val="nil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6917">
              <w:rPr>
                <w:rFonts w:ascii="Times New Roman" w:hAnsi="Times New Roman"/>
                <w:sz w:val="26"/>
                <w:szCs w:val="26"/>
                <w:lang w:eastAsia="ru-RU"/>
              </w:rPr>
              <w:t>направить по почте;</w:t>
            </w:r>
          </w:p>
        </w:tc>
      </w:tr>
      <w:tr w:rsidR="005E7CB6" w:rsidRPr="008A561C" w:rsidTr="006A3597">
        <w:tc>
          <w:tcPr>
            <w:tcW w:w="468" w:type="dxa"/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bottom w:val="nil"/>
              <w:right w:val="nil"/>
            </w:tcBorders>
          </w:tcPr>
          <w:p w:rsidR="005E7CB6" w:rsidRPr="00016917" w:rsidRDefault="005E7CB6" w:rsidP="005E5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6917">
              <w:rPr>
                <w:rFonts w:ascii="Times New Roman" w:hAnsi="Times New Roman"/>
                <w:sz w:val="26"/>
                <w:szCs w:val="26"/>
                <w:lang w:eastAsia="ru-RU"/>
              </w:rPr>
              <w:t>направить по электронной почте (в форме электронного документа)</w:t>
            </w:r>
          </w:p>
        </w:tc>
      </w:tr>
    </w:tbl>
    <w:p w:rsidR="005E7CB6" w:rsidRPr="00016917" w:rsidRDefault="005E7CB6" w:rsidP="005E5F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7CB6" w:rsidRPr="00016917" w:rsidRDefault="005E7CB6" w:rsidP="005E5F2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16917">
        <w:rPr>
          <w:rFonts w:ascii="Times New Roman" w:hAnsi="Times New Roman"/>
          <w:sz w:val="24"/>
          <w:szCs w:val="24"/>
          <w:lang w:eastAsia="ru-RU"/>
        </w:rPr>
        <w:t xml:space="preserve">___________/__________ </w:t>
      </w:r>
    </w:p>
    <w:p w:rsidR="005E7CB6" w:rsidRPr="00016917" w:rsidRDefault="005E7CB6" w:rsidP="005E5F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16917">
        <w:rPr>
          <w:rFonts w:ascii="Times New Roman" w:hAnsi="Times New Roman"/>
          <w:sz w:val="24"/>
          <w:szCs w:val="24"/>
          <w:lang w:eastAsia="ru-RU"/>
        </w:rPr>
        <w:t>(подпись заявителя)</w:t>
      </w:r>
    </w:p>
    <w:p w:rsidR="005E7CB6" w:rsidRPr="00016917" w:rsidRDefault="005E7CB6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  <w:r w:rsidRPr="00016917">
        <w:rPr>
          <w:rFonts w:ascii="Courier New" w:hAnsi="Courier New" w:cs="Courier New"/>
          <w:sz w:val="20"/>
          <w:szCs w:val="20"/>
        </w:rPr>
        <w:br w:type="page"/>
      </w:r>
    </w:p>
    <w:p w:rsidR="005E7CB6" w:rsidRPr="00016917" w:rsidRDefault="005E7CB6" w:rsidP="00D77A1D">
      <w:pPr>
        <w:pStyle w:val="Heading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E7CB6" w:rsidRPr="00016917" w:rsidRDefault="005E7CB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6917"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 w:rsidR="005E7CB6" w:rsidRPr="00016917" w:rsidRDefault="005E7CB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CB6" w:rsidRPr="00016917" w:rsidRDefault="005E7CB6" w:rsidP="005E5F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6917">
        <w:rPr>
          <w:rFonts w:ascii="Times New Roman" w:hAnsi="Times New Roman"/>
          <w:sz w:val="28"/>
          <w:szCs w:val="28"/>
          <w:lang w:eastAsia="ru-RU"/>
        </w:rPr>
        <w:t>к типовой технологической схеме</w:t>
      </w:r>
    </w:p>
    <w:p w:rsidR="005E7CB6" w:rsidRPr="00016917" w:rsidRDefault="005E7CB6" w:rsidP="005E5F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CF163D">
        <w:rPr>
          <w:rFonts w:ascii="Times New Roman" w:hAnsi="Times New Roman"/>
          <w:sz w:val="28"/>
          <w:szCs w:val="28"/>
        </w:rPr>
        <w:t>а</w:t>
      </w:r>
      <w:r w:rsidRPr="00CF163D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CF163D">
        <w:rPr>
          <w:rFonts w:ascii="Times New Roman" w:hAnsi="Times New Roman"/>
          <w:sz w:val="28"/>
          <w:szCs w:val="28"/>
        </w:rPr>
        <w:t>и</w:t>
      </w:r>
      <w:r w:rsidRPr="00CF163D">
        <w:rPr>
          <w:rFonts w:ascii="Times New Roman" w:hAnsi="Times New Roman"/>
          <w:sz w:val="28"/>
          <w:szCs w:val="28"/>
        </w:rPr>
        <w:t xml:space="preserve">пальной услуги </w:t>
      </w:r>
      <w:r w:rsidRPr="00016917">
        <w:rPr>
          <w:rFonts w:ascii="Times New Roman" w:hAnsi="Times New Roman"/>
          <w:iCs/>
          <w:sz w:val="28"/>
          <w:szCs w:val="28"/>
          <w:lang w:eastAsia="zh-CN"/>
        </w:rPr>
        <w:t>«Организация отдыха детей в каникулярное время»</w:t>
      </w:r>
      <w:bookmarkStart w:id="0" w:name="_GoBack"/>
      <w:bookmarkEnd w:id="0"/>
    </w:p>
    <w:p w:rsidR="005E7CB6" w:rsidRPr="00016917" w:rsidRDefault="005E7CB6" w:rsidP="009F7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CB6" w:rsidRPr="00016917" w:rsidRDefault="005E7CB6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16917">
        <w:rPr>
          <w:rFonts w:ascii="Times New Roman" w:hAnsi="Times New Roman"/>
          <w:sz w:val="28"/>
          <w:szCs w:val="28"/>
        </w:rPr>
        <w:t>ОБРАЗЕЦ ЗАЯВЛЕНИЯ</w:t>
      </w:r>
    </w:p>
    <w:p w:rsidR="005E7CB6" w:rsidRPr="00016917" w:rsidRDefault="005E7CB6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p w:rsidR="005E7CB6" w:rsidRPr="00016917" w:rsidRDefault="005E7CB6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zh-CN"/>
        </w:rPr>
      </w:pPr>
    </w:p>
    <w:tbl>
      <w:tblPr>
        <w:tblW w:w="4860" w:type="dxa"/>
        <w:tblInd w:w="4968" w:type="dxa"/>
        <w:tblLook w:val="01E0"/>
      </w:tblPr>
      <w:tblGrid>
        <w:gridCol w:w="4860"/>
      </w:tblGrid>
      <w:tr w:rsidR="005E7CB6" w:rsidRPr="008A561C" w:rsidTr="008A561C">
        <w:tc>
          <w:tcPr>
            <w:tcW w:w="4860" w:type="dxa"/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Директору муниципального общеобр</w:t>
            </w:r>
            <w:r w:rsidRPr="008A561C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а</w:t>
            </w:r>
            <w:r w:rsidRPr="008A561C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зовательного учреждения</w:t>
            </w:r>
          </w:p>
        </w:tc>
      </w:tr>
      <w:tr w:rsidR="005E7CB6" w:rsidRPr="008A561C" w:rsidTr="008A561C">
        <w:tc>
          <w:tcPr>
            <w:tcW w:w="4860" w:type="dxa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color w:val="000000"/>
                <w:sz w:val="27"/>
                <w:szCs w:val="27"/>
                <w:lang w:eastAsia="ru-RU"/>
              </w:rPr>
              <w:t>СОШ № 5</w:t>
            </w:r>
          </w:p>
        </w:tc>
      </w:tr>
      <w:tr w:rsidR="005E7CB6" w:rsidRPr="008A561C" w:rsidTr="008A561C"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color w:val="000000"/>
                <w:sz w:val="27"/>
                <w:szCs w:val="27"/>
                <w:lang w:eastAsia="ru-RU"/>
              </w:rPr>
              <w:t>Красновой И.Г.</w:t>
            </w:r>
          </w:p>
        </w:tc>
      </w:tr>
    </w:tbl>
    <w:p w:rsidR="005E7CB6" w:rsidRPr="00016917" w:rsidRDefault="005E7CB6" w:rsidP="005E5F2F">
      <w:pPr>
        <w:jc w:val="both"/>
        <w:rPr>
          <w:color w:val="000000"/>
        </w:rPr>
      </w:pPr>
    </w:p>
    <w:p w:rsidR="005E7CB6" w:rsidRPr="00016917" w:rsidRDefault="005E7CB6" w:rsidP="005E5F2F">
      <w:pPr>
        <w:jc w:val="both"/>
        <w:rPr>
          <w:rFonts w:ascii="Times New Roman" w:hAnsi="Times New Roman"/>
          <w:color w:val="000000"/>
        </w:rPr>
      </w:pPr>
    </w:p>
    <w:p w:rsidR="005E7CB6" w:rsidRPr="00016917" w:rsidRDefault="005E7CB6" w:rsidP="005E5F2F">
      <w:pPr>
        <w:spacing w:line="360" w:lineRule="auto"/>
        <w:jc w:val="center"/>
        <w:rPr>
          <w:rFonts w:ascii="Times New Roman" w:hAnsi="Times New Roman"/>
          <w:caps/>
          <w:sz w:val="27"/>
          <w:szCs w:val="27"/>
        </w:rPr>
      </w:pPr>
      <w:r w:rsidRPr="00016917">
        <w:rPr>
          <w:rFonts w:ascii="Times New Roman" w:hAnsi="Times New Roman"/>
          <w:caps/>
          <w:sz w:val="27"/>
          <w:szCs w:val="27"/>
        </w:rPr>
        <w:t>Заявление</w:t>
      </w:r>
    </w:p>
    <w:tbl>
      <w:tblPr>
        <w:tblW w:w="9828" w:type="dxa"/>
        <w:tblLook w:val="01E0"/>
      </w:tblPr>
      <w:tblGrid>
        <w:gridCol w:w="646"/>
        <w:gridCol w:w="540"/>
        <w:gridCol w:w="180"/>
        <w:gridCol w:w="236"/>
        <w:gridCol w:w="306"/>
        <w:gridCol w:w="358"/>
        <w:gridCol w:w="182"/>
        <w:gridCol w:w="178"/>
        <w:gridCol w:w="542"/>
        <w:gridCol w:w="538"/>
        <w:gridCol w:w="83"/>
        <w:gridCol w:w="99"/>
        <w:gridCol w:w="540"/>
        <w:gridCol w:w="180"/>
        <w:gridCol w:w="540"/>
        <w:gridCol w:w="540"/>
        <w:gridCol w:w="180"/>
        <w:gridCol w:w="540"/>
        <w:gridCol w:w="360"/>
        <w:gridCol w:w="360"/>
        <w:gridCol w:w="90"/>
        <w:gridCol w:w="450"/>
        <w:gridCol w:w="236"/>
        <w:gridCol w:w="1924"/>
      </w:tblGrid>
      <w:tr w:rsidR="005E7CB6" w:rsidRPr="008A561C" w:rsidTr="008A561C">
        <w:tc>
          <w:tcPr>
            <w:tcW w:w="7128" w:type="dxa"/>
            <w:gridSpan w:val="20"/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Прошу принять в лагерь дневного пребывания на смену с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236" w:type="dxa"/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июля</w:t>
            </w:r>
          </w:p>
        </w:tc>
      </w:tr>
      <w:tr w:rsidR="005E7CB6" w:rsidRPr="008A561C" w:rsidTr="008A561C">
        <w:tc>
          <w:tcPr>
            <w:tcW w:w="646" w:type="dxa"/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25</w:t>
            </w:r>
          </w:p>
        </w:tc>
        <w:tc>
          <w:tcPr>
            <w:tcW w:w="236" w:type="dxa"/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</w:p>
        </w:tc>
        <w:tc>
          <w:tcPr>
            <w:tcW w:w="1566" w:type="dxa"/>
            <w:gridSpan w:val="5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июля</w:t>
            </w:r>
          </w:p>
        </w:tc>
        <w:tc>
          <w:tcPr>
            <w:tcW w:w="621" w:type="dxa"/>
            <w:gridSpan w:val="2"/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201</w:t>
            </w: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2 г.</w:t>
            </w:r>
          </w:p>
        </w:tc>
        <w:tc>
          <w:tcPr>
            <w:tcW w:w="4680" w:type="dxa"/>
            <w:gridSpan w:val="9"/>
          </w:tcPr>
          <w:p w:rsidR="005E7CB6" w:rsidRPr="008A561C" w:rsidRDefault="005E7CB6" w:rsidP="008A561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моего сына (дочь).</w:t>
            </w:r>
          </w:p>
        </w:tc>
      </w:tr>
      <w:tr w:rsidR="005E7CB6" w:rsidRPr="008A561C" w:rsidTr="008A561C">
        <w:tc>
          <w:tcPr>
            <w:tcW w:w="2626" w:type="dxa"/>
            <w:gridSpan w:val="8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Фамилия ребенка</w:t>
            </w:r>
          </w:p>
        </w:tc>
        <w:tc>
          <w:tcPr>
            <w:tcW w:w="7202" w:type="dxa"/>
            <w:gridSpan w:val="16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Павлова</w:t>
            </w:r>
          </w:p>
        </w:tc>
      </w:tr>
      <w:tr w:rsidR="005E7CB6" w:rsidRPr="008A561C" w:rsidTr="008A561C">
        <w:tc>
          <w:tcPr>
            <w:tcW w:w="2266" w:type="dxa"/>
            <w:gridSpan w:val="6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Имя, отчество</w:t>
            </w:r>
          </w:p>
        </w:tc>
        <w:tc>
          <w:tcPr>
            <w:tcW w:w="7562" w:type="dxa"/>
            <w:gridSpan w:val="18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Олеся Николаевна</w:t>
            </w:r>
          </w:p>
        </w:tc>
      </w:tr>
      <w:tr w:rsidR="005E7CB6" w:rsidRPr="008A561C" w:rsidTr="008A561C">
        <w:tc>
          <w:tcPr>
            <w:tcW w:w="3706" w:type="dxa"/>
            <w:gridSpan w:val="10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Год, месяц, число рождения</w:t>
            </w:r>
          </w:p>
        </w:tc>
        <w:tc>
          <w:tcPr>
            <w:tcW w:w="6122" w:type="dxa"/>
            <w:gridSpan w:val="14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24 августа 1997 года</w:t>
            </w:r>
          </w:p>
        </w:tc>
      </w:tr>
      <w:tr w:rsidR="005E7CB6" w:rsidRPr="008A561C" w:rsidTr="008A561C">
        <w:tc>
          <w:tcPr>
            <w:tcW w:w="1186" w:type="dxa"/>
            <w:gridSpan w:val="2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Адрес</w:t>
            </w:r>
          </w:p>
        </w:tc>
        <w:tc>
          <w:tcPr>
            <w:tcW w:w="8642" w:type="dxa"/>
            <w:gridSpan w:val="22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г.Нефтекумск, Нефтекумского района, Ставропольского края,</w:t>
            </w:r>
          </w:p>
        </w:tc>
      </w:tr>
      <w:tr w:rsidR="005E7CB6" w:rsidRPr="008A561C" w:rsidTr="008A561C">
        <w:tc>
          <w:tcPr>
            <w:tcW w:w="9828" w:type="dxa"/>
            <w:gridSpan w:val="24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ул.Партизанская, дом 36, кВ.5</w:t>
            </w:r>
          </w:p>
        </w:tc>
      </w:tr>
      <w:tr w:rsidR="005E7CB6" w:rsidRPr="008A561C" w:rsidTr="008A561C">
        <w:tc>
          <w:tcPr>
            <w:tcW w:w="3888" w:type="dxa"/>
            <w:gridSpan w:val="12"/>
            <w:tcBorders>
              <w:top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Образовательное учреждение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класс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8</w:t>
            </w:r>
          </w:p>
        </w:tc>
      </w:tr>
      <w:tr w:rsidR="005E7CB6" w:rsidRPr="008A561C" w:rsidTr="008A561C">
        <w:tc>
          <w:tcPr>
            <w:tcW w:w="9828" w:type="dxa"/>
            <w:gridSpan w:val="24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5E7CB6" w:rsidRPr="008A561C" w:rsidTr="008A561C">
        <w:tc>
          <w:tcPr>
            <w:tcW w:w="9828" w:type="dxa"/>
            <w:gridSpan w:val="24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Сведения о родителях:</w:t>
            </w:r>
          </w:p>
        </w:tc>
      </w:tr>
      <w:tr w:rsidR="005E7CB6" w:rsidRPr="008A561C" w:rsidTr="008A561C">
        <w:tc>
          <w:tcPr>
            <w:tcW w:w="1908" w:type="dxa"/>
            <w:gridSpan w:val="5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Отец: Ф.И.О.</w:t>
            </w:r>
          </w:p>
        </w:tc>
        <w:tc>
          <w:tcPr>
            <w:tcW w:w="7920" w:type="dxa"/>
            <w:gridSpan w:val="19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Павлов Николай Иванович</w:t>
            </w:r>
          </w:p>
        </w:tc>
      </w:tr>
      <w:tr w:rsidR="005E7CB6" w:rsidRPr="008A561C" w:rsidTr="008A561C">
        <w:tc>
          <w:tcPr>
            <w:tcW w:w="1908" w:type="dxa"/>
            <w:gridSpan w:val="5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Место работы</w:t>
            </w:r>
          </w:p>
        </w:tc>
        <w:tc>
          <w:tcPr>
            <w:tcW w:w="7920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водитель, НР «Ставропольнефтегаз»</w:t>
            </w:r>
          </w:p>
        </w:tc>
      </w:tr>
      <w:tr w:rsidR="005E7CB6" w:rsidRPr="008A561C" w:rsidTr="008A561C">
        <w:tc>
          <w:tcPr>
            <w:tcW w:w="2626" w:type="dxa"/>
            <w:gridSpan w:val="8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Телефон домашний</w:t>
            </w:r>
          </w:p>
        </w:tc>
        <w:tc>
          <w:tcPr>
            <w:tcW w:w="1982" w:type="dxa"/>
            <w:gridSpan w:val="6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3-25-26</w:t>
            </w:r>
          </w:p>
        </w:tc>
        <w:tc>
          <w:tcPr>
            <w:tcW w:w="1800" w:type="dxa"/>
            <w:gridSpan w:val="4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служебный</w:t>
            </w:r>
          </w:p>
        </w:tc>
        <w:tc>
          <w:tcPr>
            <w:tcW w:w="3420" w:type="dxa"/>
            <w:gridSpan w:val="6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</w:tr>
      <w:tr w:rsidR="005E7CB6" w:rsidRPr="008A561C" w:rsidTr="008A561C">
        <w:tc>
          <w:tcPr>
            <w:tcW w:w="1908" w:type="dxa"/>
            <w:gridSpan w:val="5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Мать: Ф.И.О.</w:t>
            </w:r>
          </w:p>
        </w:tc>
        <w:tc>
          <w:tcPr>
            <w:tcW w:w="7920" w:type="dxa"/>
            <w:gridSpan w:val="19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Павлова Галина Петровна</w:t>
            </w:r>
          </w:p>
        </w:tc>
      </w:tr>
      <w:tr w:rsidR="005E7CB6" w:rsidRPr="008A561C" w:rsidTr="008A561C">
        <w:tc>
          <w:tcPr>
            <w:tcW w:w="1908" w:type="dxa"/>
            <w:gridSpan w:val="5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Место работы</w:t>
            </w:r>
          </w:p>
        </w:tc>
        <w:tc>
          <w:tcPr>
            <w:tcW w:w="7920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воспитатель, детский сад «Буратино»</w:t>
            </w:r>
          </w:p>
        </w:tc>
      </w:tr>
      <w:tr w:rsidR="005E7CB6" w:rsidRPr="008A561C" w:rsidTr="008A561C">
        <w:tc>
          <w:tcPr>
            <w:tcW w:w="2626" w:type="dxa"/>
            <w:gridSpan w:val="8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Телефон домашний</w:t>
            </w:r>
          </w:p>
        </w:tc>
        <w:tc>
          <w:tcPr>
            <w:tcW w:w="1982" w:type="dxa"/>
            <w:gridSpan w:val="6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3-25-26</w:t>
            </w:r>
          </w:p>
        </w:tc>
        <w:tc>
          <w:tcPr>
            <w:tcW w:w="1800" w:type="dxa"/>
            <w:gridSpan w:val="4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служебный</w:t>
            </w:r>
          </w:p>
        </w:tc>
        <w:tc>
          <w:tcPr>
            <w:tcW w:w="3420" w:type="dxa"/>
            <w:gridSpan w:val="6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3-96-84</w:t>
            </w:r>
          </w:p>
        </w:tc>
      </w:tr>
      <w:tr w:rsidR="005E7CB6" w:rsidRPr="008A561C" w:rsidTr="008A561C">
        <w:tc>
          <w:tcPr>
            <w:tcW w:w="2626" w:type="dxa"/>
            <w:gridSpan w:val="8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1982" w:type="dxa"/>
            <w:gridSpan w:val="6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1800" w:type="dxa"/>
            <w:gridSpan w:val="4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3420" w:type="dxa"/>
            <w:gridSpan w:val="6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5E7CB6" w:rsidRPr="008A561C" w:rsidTr="008A561C">
        <w:tc>
          <w:tcPr>
            <w:tcW w:w="9828" w:type="dxa"/>
            <w:gridSpan w:val="24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С Уставом учреждения и нормативными актами ознакомлен(а) и согласен(а).</w:t>
            </w:r>
          </w:p>
        </w:tc>
      </w:tr>
      <w:tr w:rsidR="005E7CB6" w:rsidRPr="008A561C" w:rsidTr="008A561C">
        <w:tc>
          <w:tcPr>
            <w:tcW w:w="9828" w:type="dxa"/>
            <w:gridSpan w:val="24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5E7CB6" w:rsidRPr="008A561C" w:rsidTr="008A561C">
        <w:tc>
          <w:tcPr>
            <w:tcW w:w="2448" w:type="dxa"/>
            <w:gridSpan w:val="7"/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Дата заполнения</w:t>
            </w:r>
          </w:p>
        </w:tc>
        <w:tc>
          <w:tcPr>
            <w:tcW w:w="3420" w:type="dxa"/>
            <w:gridSpan w:val="10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i/>
                <w:sz w:val="27"/>
                <w:szCs w:val="27"/>
                <w:lang w:eastAsia="ru-RU"/>
              </w:rPr>
              <w:t>25 апреля 2011 г.</w:t>
            </w:r>
          </w:p>
        </w:tc>
        <w:tc>
          <w:tcPr>
            <w:tcW w:w="1350" w:type="dxa"/>
            <w:gridSpan w:val="4"/>
          </w:tcPr>
          <w:p w:rsidR="005E7CB6" w:rsidRPr="008A561C" w:rsidRDefault="005E7CB6" w:rsidP="008A561C">
            <w:pPr>
              <w:spacing w:after="0" w:line="36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A561C">
              <w:rPr>
                <w:rFonts w:ascii="Times New Roman" w:hAnsi="Times New Roman"/>
                <w:sz w:val="27"/>
                <w:szCs w:val="27"/>
                <w:lang w:eastAsia="ru-RU"/>
              </w:rPr>
              <w:t>Подпись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:rsidR="005E7CB6" w:rsidRPr="008A561C" w:rsidRDefault="005E7CB6" w:rsidP="008A561C">
            <w:pPr>
              <w:spacing w:after="0" w:line="36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5E7CB6" w:rsidRDefault="005E7CB6" w:rsidP="005E5F2F">
      <w:pPr>
        <w:jc w:val="center"/>
      </w:pPr>
    </w:p>
    <w:sectPr w:rsidR="005E7CB6" w:rsidSect="005F7B06">
      <w:footerReference w:type="even" r:id="rId34"/>
      <w:footerReference w:type="default" r:id="rId35"/>
      <w:footerReference w:type="firs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CB6" w:rsidRDefault="005E7CB6" w:rsidP="00675A83">
      <w:pPr>
        <w:spacing w:after="0" w:line="240" w:lineRule="auto"/>
      </w:pPr>
      <w:r>
        <w:separator/>
      </w:r>
    </w:p>
  </w:endnote>
  <w:endnote w:type="continuationSeparator" w:id="0">
    <w:p w:rsidR="005E7CB6" w:rsidRDefault="005E7CB6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>
    <w:pPr>
      <w:pStyle w:val="Footer"/>
      <w:jc w:val="center"/>
    </w:pPr>
  </w:p>
  <w:p w:rsidR="005E7CB6" w:rsidRDefault="005E7CB6">
    <w:pPr>
      <w:pStyle w:val="Footer"/>
      <w:jc w:val="center"/>
    </w:pPr>
    <w:fldSimple w:instr=" PAGE ">
      <w:r>
        <w:rPr>
          <w:noProof/>
        </w:rPr>
        <w:t>1</w:t>
      </w:r>
    </w:fldSimple>
  </w:p>
  <w:p w:rsidR="005E7CB6" w:rsidRDefault="005E7CB6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>
    <w:pPr>
      <w:pStyle w:val="Footer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Default="005E7C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CB6" w:rsidRDefault="005E7CB6" w:rsidP="00675A83">
      <w:pPr>
        <w:spacing w:after="0" w:line="240" w:lineRule="auto"/>
      </w:pPr>
      <w:r>
        <w:separator/>
      </w:r>
    </w:p>
  </w:footnote>
  <w:footnote w:type="continuationSeparator" w:id="0">
    <w:p w:rsidR="005E7CB6" w:rsidRDefault="005E7CB6" w:rsidP="00675A83">
      <w:pPr>
        <w:spacing w:after="0" w:line="240" w:lineRule="auto"/>
      </w:pPr>
      <w:r>
        <w:continuationSeparator/>
      </w:r>
    </w:p>
  </w:footnote>
  <w:footnote w:id="1">
    <w:p w:rsidR="005E7CB6" w:rsidRDefault="005E7CB6"/>
    <w:p w:rsidR="005E7CB6" w:rsidRDefault="005E7CB6"/>
  </w:footnote>
  <w:footnote w:id="2">
    <w:p w:rsidR="005E7CB6" w:rsidRDefault="005E7CB6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5E7CB6" w:rsidRDefault="005E7CB6" w:rsidP="00675A83">
      <w:pPr>
        <w:pStyle w:val="FootnoteText"/>
      </w:pPr>
      <w:r>
        <w:rPr>
          <w:rStyle w:val="FootnoteReference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5E7CB6" w:rsidRDefault="005E7CB6" w:rsidP="00675A83">
      <w:pPr>
        <w:pStyle w:val="FootnoteText"/>
      </w:pPr>
      <w:r w:rsidRPr="00EE54E1">
        <w:rPr>
          <w:rStyle w:val="FootnoteReference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5">
    <w:p w:rsidR="005E7CB6" w:rsidRDefault="005E7CB6" w:rsidP="00675A83">
      <w:pPr>
        <w:pStyle w:val="FootnoteText"/>
      </w:pPr>
      <w:r>
        <w:rPr>
          <w:rStyle w:val="FootnoteReference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5E7CB6" w:rsidRDefault="005E7CB6" w:rsidP="00675A83">
      <w:pPr>
        <w:pStyle w:val="FootnoteText"/>
      </w:pPr>
      <w:r w:rsidRPr="00342F5E">
        <w:rPr>
          <w:rStyle w:val="FootnoteReference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7">
    <w:p w:rsidR="005E7CB6" w:rsidRDefault="005E7CB6" w:rsidP="00A74477">
      <w:pPr>
        <w:pStyle w:val="FootnoteText"/>
      </w:pPr>
      <w:r>
        <w:rPr>
          <w:rStyle w:val="FootnoteReference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5E7CB6" w:rsidRDefault="005E7CB6" w:rsidP="009D3E81">
      <w:pPr>
        <w:pStyle w:val="FootnoteText"/>
      </w:pPr>
      <w:r w:rsidRPr="00D77A1D">
        <w:rPr>
          <w:rStyle w:val="FootnoteReference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9">
    <w:p w:rsidR="005E7CB6" w:rsidRDefault="005E7CB6" w:rsidP="009D3E81">
      <w:pPr>
        <w:pStyle w:val="FootnoteText"/>
      </w:pPr>
      <w:r w:rsidRPr="00D77A1D">
        <w:rPr>
          <w:rStyle w:val="FootnoteReference"/>
          <w:sz w:val="18"/>
          <w:szCs w:val="18"/>
        </w:rPr>
        <w:t>*</w:t>
      </w:r>
      <w:r w:rsidRPr="00D77A1D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B6" w:rsidRPr="00DA20CD" w:rsidRDefault="005E7CB6">
    <w:pPr>
      <w:pStyle w:val="Header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34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5E7CB6" w:rsidRDefault="005E7C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cs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B4D"/>
    <w:rsid w:val="0000214A"/>
    <w:rsid w:val="00003DB4"/>
    <w:rsid w:val="00016917"/>
    <w:rsid w:val="0002557D"/>
    <w:rsid w:val="00042891"/>
    <w:rsid w:val="0008644B"/>
    <w:rsid w:val="000B50BF"/>
    <w:rsid w:val="000C22CB"/>
    <w:rsid w:val="000C618D"/>
    <w:rsid w:val="000C7C82"/>
    <w:rsid w:val="0011786C"/>
    <w:rsid w:val="00134A66"/>
    <w:rsid w:val="00144029"/>
    <w:rsid w:val="00152530"/>
    <w:rsid w:val="00153C71"/>
    <w:rsid w:val="00187494"/>
    <w:rsid w:val="001906CB"/>
    <w:rsid w:val="00194730"/>
    <w:rsid w:val="001A2D2E"/>
    <w:rsid w:val="001A3E3D"/>
    <w:rsid w:val="001C4CEF"/>
    <w:rsid w:val="001D484F"/>
    <w:rsid w:val="001D540F"/>
    <w:rsid w:val="001E0600"/>
    <w:rsid w:val="001F6BD4"/>
    <w:rsid w:val="00207FAD"/>
    <w:rsid w:val="00212E5B"/>
    <w:rsid w:val="00224EC1"/>
    <w:rsid w:val="00234249"/>
    <w:rsid w:val="002421E2"/>
    <w:rsid w:val="00285E2B"/>
    <w:rsid w:val="002905E3"/>
    <w:rsid w:val="00295551"/>
    <w:rsid w:val="002B039C"/>
    <w:rsid w:val="002D3560"/>
    <w:rsid w:val="002E3424"/>
    <w:rsid w:val="002F75AF"/>
    <w:rsid w:val="00315663"/>
    <w:rsid w:val="00340F58"/>
    <w:rsid w:val="00342F5E"/>
    <w:rsid w:val="0036278F"/>
    <w:rsid w:val="003663E1"/>
    <w:rsid w:val="00376D91"/>
    <w:rsid w:val="003A6372"/>
    <w:rsid w:val="003C0C0F"/>
    <w:rsid w:val="003C0DEB"/>
    <w:rsid w:val="003F666E"/>
    <w:rsid w:val="004007D9"/>
    <w:rsid w:val="00401798"/>
    <w:rsid w:val="00405BD8"/>
    <w:rsid w:val="00420AA7"/>
    <w:rsid w:val="00422513"/>
    <w:rsid w:val="00424B1E"/>
    <w:rsid w:val="0044577B"/>
    <w:rsid w:val="00446D83"/>
    <w:rsid w:val="00482B1E"/>
    <w:rsid w:val="00490F93"/>
    <w:rsid w:val="00495841"/>
    <w:rsid w:val="0049744A"/>
    <w:rsid w:val="004A1AF5"/>
    <w:rsid w:val="004D72CB"/>
    <w:rsid w:val="004E4092"/>
    <w:rsid w:val="00505F8B"/>
    <w:rsid w:val="00512021"/>
    <w:rsid w:val="005169C3"/>
    <w:rsid w:val="00542819"/>
    <w:rsid w:val="00546FA0"/>
    <w:rsid w:val="00566E4D"/>
    <w:rsid w:val="00573EC3"/>
    <w:rsid w:val="005A47BD"/>
    <w:rsid w:val="005A4B65"/>
    <w:rsid w:val="005C5ACA"/>
    <w:rsid w:val="005D5ED2"/>
    <w:rsid w:val="005D5EE3"/>
    <w:rsid w:val="005E39D6"/>
    <w:rsid w:val="005E5F2F"/>
    <w:rsid w:val="005E7CB6"/>
    <w:rsid w:val="005F7B06"/>
    <w:rsid w:val="00646F97"/>
    <w:rsid w:val="006579A4"/>
    <w:rsid w:val="0066003A"/>
    <w:rsid w:val="00672F22"/>
    <w:rsid w:val="00675A83"/>
    <w:rsid w:val="00677870"/>
    <w:rsid w:val="006A3597"/>
    <w:rsid w:val="006B24B0"/>
    <w:rsid w:val="006C4622"/>
    <w:rsid w:val="006E0706"/>
    <w:rsid w:val="00714A8C"/>
    <w:rsid w:val="00715445"/>
    <w:rsid w:val="00727CBA"/>
    <w:rsid w:val="007358E9"/>
    <w:rsid w:val="007369A4"/>
    <w:rsid w:val="007447B9"/>
    <w:rsid w:val="007500B1"/>
    <w:rsid w:val="00785531"/>
    <w:rsid w:val="00794A56"/>
    <w:rsid w:val="007D199A"/>
    <w:rsid w:val="007F28BB"/>
    <w:rsid w:val="007F41AE"/>
    <w:rsid w:val="00823609"/>
    <w:rsid w:val="0082743B"/>
    <w:rsid w:val="0083047F"/>
    <w:rsid w:val="00833A53"/>
    <w:rsid w:val="00841ACC"/>
    <w:rsid w:val="0084636F"/>
    <w:rsid w:val="00863FFD"/>
    <w:rsid w:val="008864E7"/>
    <w:rsid w:val="008932A6"/>
    <w:rsid w:val="008A2B77"/>
    <w:rsid w:val="008A337B"/>
    <w:rsid w:val="008A561C"/>
    <w:rsid w:val="008B06D6"/>
    <w:rsid w:val="008B1D4C"/>
    <w:rsid w:val="008B27A3"/>
    <w:rsid w:val="008B3DAC"/>
    <w:rsid w:val="008C0067"/>
    <w:rsid w:val="008C1166"/>
    <w:rsid w:val="008D7654"/>
    <w:rsid w:val="008E053F"/>
    <w:rsid w:val="00900A25"/>
    <w:rsid w:val="009108BA"/>
    <w:rsid w:val="0091547A"/>
    <w:rsid w:val="00931F82"/>
    <w:rsid w:val="00972D1D"/>
    <w:rsid w:val="00974E01"/>
    <w:rsid w:val="009873DC"/>
    <w:rsid w:val="009A5CA4"/>
    <w:rsid w:val="009D3E81"/>
    <w:rsid w:val="009E3433"/>
    <w:rsid w:val="009E53DD"/>
    <w:rsid w:val="009F2B4D"/>
    <w:rsid w:val="009F7B49"/>
    <w:rsid w:val="00A02BEE"/>
    <w:rsid w:val="00A32958"/>
    <w:rsid w:val="00A34CF4"/>
    <w:rsid w:val="00A40EEA"/>
    <w:rsid w:val="00A5065E"/>
    <w:rsid w:val="00A54F8D"/>
    <w:rsid w:val="00A74477"/>
    <w:rsid w:val="00A94908"/>
    <w:rsid w:val="00AB0F5D"/>
    <w:rsid w:val="00AB3FA4"/>
    <w:rsid w:val="00AC1DC8"/>
    <w:rsid w:val="00AC20FB"/>
    <w:rsid w:val="00AE22C4"/>
    <w:rsid w:val="00AE5751"/>
    <w:rsid w:val="00B27E53"/>
    <w:rsid w:val="00B300D4"/>
    <w:rsid w:val="00B3296E"/>
    <w:rsid w:val="00B43338"/>
    <w:rsid w:val="00B63DCF"/>
    <w:rsid w:val="00B825AF"/>
    <w:rsid w:val="00B94843"/>
    <w:rsid w:val="00BB3182"/>
    <w:rsid w:val="00BB4C37"/>
    <w:rsid w:val="00BB4C5C"/>
    <w:rsid w:val="00BB7869"/>
    <w:rsid w:val="00BC3B93"/>
    <w:rsid w:val="00BF7CA6"/>
    <w:rsid w:val="00C0065A"/>
    <w:rsid w:val="00C2007E"/>
    <w:rsid w:val="00C31B24"/>
    <w:rsid w:val="00C442E3"/>
    <w:rsid w:val="00C51D4E"/>
    <w:rsid w:val="00C772B8"/>
    <w:rsid w:val="00C8309B"/>
    <w:rsid w:val="00CA60D9"/>
    <w:rsid w:val="00CA614B"/>
    <w:rsid w:val="00CB206B"/>
    <w:rsid w:val="00CD3642"/>
    <w:rsid w:val="00CF163D"/>
    <w:rsid w:val="00D244A0"/>
    <w:rsid w:val="00D264C7"/>
    <w:rsid w:val="00D52B67"/>
    <w:rsid w:val="00D623EE"/>
    <w:rsid w:val="00D6635E"/>
    <w:rsid w:val="00D730C6"/>
    <w:rsid w:val="00D769DB"/>
    <w:rsid w:val="00D76C7A"/>
    <w:rsid w:val="00D77A1D"/>
    <w:rsid w:val="00D80BA6"/>
    <w:rsid w:val="00DA20CD"/>
    <w:rsid w:val="00DA6A65"/>
    <w:rsid w:val="00DB2BB4"/>
    <w:rsid w:val="00DB70C5"/>
    <w:rsid w:val="00DF4302"/>
    <w:rsid w:val="00E0409C"/>
    <w:rsid w:val="00E134DB"/>
    <w:rsid w:val="00E15B3F"/>
    <w:rsid w:val="00E27014"/>
    <w:rsid w:val="00E32164"/>
    <w:rsid w:val="00E46D58"/>
    <w:rsid w:val="00E72A9E"/>
    <w:rsid w:val="00E81E5C"/>
    <w:rsid w:val="00E833E1"/>
    <w:rsid w:val="00E83FD7"/>
    <w:rsid w:val="00E872B7"/>
    <w:rsid w:val="00EC1A33"/>
    <w:rsid w:val="00EC232C"/>
    <w:rsid w:val="00ED5318"/>
    <w:rsid w:val="00EE54E1"/>
    <w:rsid w:val="00F13253"/>
    <w:rsid w:val="00F14E4C"/>
    <w:rsid w:val="00F255A1"/>
    <w:rsid w:val="00F3283E"/>
    <w:rsid w:val="00F62930"/>
    <w:rsid w:val="00F6612A"/>
    <w:rsid w:val="00F717A8"/>
    <w:rsid w:val="00F7477F"/>
    <w:rsid w:val="00F80EF0"/>
    <w:rsid w:val="00FB7DAD"/>
    <w:rsid w:val="00FC259B"/>
    <w:rsid w:val="00FE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F7B06"/>
    <w:pPr>
      <w:spacing w:after="160" w:line="259" w:lineRule="auto"/>
    </w:pPr>
    <w:rPr>
      <w:lang w:eastAsia="en-US"/>
    </w:rPr>
  </w:style>
  <w:style w:type="paragraph" w:styleId="Heading1">
    <w:name w:val="heading 1"/>
    <w:basedOn w:val="a"/>
    <w:next w:val="BodyText"/>
    <w:link w:val="Heading1Char"/>
    <w:uiPriority w:val="99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5A83"/>
    <w:rPr>
      <w:rFonts w:ascii="Arial" w:hAnsi="Arial" w:cs="Mang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75A83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75A83"/>
    <w:rPr>
      <w:rFonts w:ascii="Cambria" w:hAnsi="Cambria" w:cs="Times New Roman"/>
      <w:b/>
      <w:color w:val="4F81BD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675A83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675A83"/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uiPriority w:val="99"/>
    <w:rsid w:val="00675A83"/>
  </w:style>
  <w:style w:type="character" w:customStyle="1" w:styleId="WW8Num1z1">
    <w:name w:val="WW8Num1z1"/>
    <w:uiPriority w:val="99"/>
    <w:rsid w:val="00675A83"/>
  </w:style>
  <w:style w:type="character" w:customStyle="1" w:styleId="WW8Num1z2">
    <w:name w:val="WW8Num1z2"/>
    <w:uiPriority w:val="99"/>
    <w:rsid w:val="00675A83"/>
  </w:style>
  <w:style w:type="character" w:customStyle="1" w:styleId="WW8Num1z3">
    <w:name w:val="WW8Num1z3"/>
    <w:uiPriority w:val="99"/>
    <w:rsid w:val="00675A83"/>
  </w:style>
  <w:style w:type="character" w:customStyle="1" w:styleId="WW8Num1z4">
    <w:name w:val="WW8Num1z4"/>
    <w:uiPriority w:val="99"/>
    <w:rsid w:val="00675A83"/>
  </w:style>
  <w:style w:type="character" w:customStyle="1" w:styleId="WW8Num1z5">
    <w:name w:val="WW8Num1z5"/>
    <w:uiPriority w:val="99"/>
    <w:rsid w:val="00675A83"/>
  </w:style>
  <w:style w:type="character" w:customStyle="1" w:styleId="WW8Num1z6">
    <w:name w:val="WW8Num1z6"/>
    <w:uiPriority w:val="99"/>
    <w:rsid w:val="00675A83"/>
  </w:style>
  <w:style w:type="character" w:customStyle="1" w:styleId="WW8Num1z7">
    <w:name w:val="WW8Num1z7"/>
    <w:uiPriority w:val="99"/>
    <w:rsid w:val="00675A83"/>
  </w:style>
  <w:style w:type="character" w:customStyle="1" w:styleId="WW8Num1z8">
    <w:name w:val="WW8Num1z8"/>
    <w:uiPriority w:val="99"/>
    <w:rsid w:val="00675A83"/>
  </w:style>
  <w:style w:type="character" w:customStyle="1" w:styleId="WW8Num2z0">
    <w:name w:val="WW8Num2z0"/>
    <w:uiPriority w:val="99"/>
    <w:rsid w:val="00675A83"/>
  </w:style>
  <w:style w:type="character" w:customStyle="1" w:styleId="WW8Num3z0">
    <w:name w:val="WW8Num3z0"/>
    <w:uiPriority w:val="99"/>
    <w:rsid w:val="00675A83"/>
  </w:style>
  <w:style w:type="character" w:customStyle="1" w:styleId="WW8Num4z0">
    <w:name w:val="WW8Num4z0"/>
    <w:uiPriority w:val="99"/>
    <w:rsid w:val="00675A83"/>
  </w:style>
  <w:style w:type="character" w:customStyle="1" w:styleId="WW8Num5z0">
    <w:name w:val="WW8Num5z0"/>
    <w:uiPriority w:val="99"/>
    <w:rsid w:val="00675A83"/>
    <w:rPr>
      <w:rFonts w:ascii="Symbol" w:hAnsi="Symbol"/>
    </w:rPr>
  </w:style>
  <w:style w:type="character" w:customStyle="1" w:styleId="WW8Num6z0">
    <w:name w:val="WW8Num6z0"/>
    <w:uiPriority w:val="99"/>
    <w:rsid w:val="00675A83"/>
    <w:rPr>
      <w:rFonts w:ascii="Symbol" w:hAnsi="Symbol"/>
    </w:rPr>
  </w:style>
  <w:style w:type="character" w:customStyle="1" w:styleId="WW8Num7z0">
    <w:name w:val="WW8Num7z0"/>
    <w:uiPriority w:val="99"/>
    <w:rsid w:val="00675A83"/>
    <w:rPr>
      <w:rFonts w:ascii="Symbol" w:hAnsi="Symbol"/>
    </w:rPr>
  </w:style>
  <w:style w:type="character" w:customStyle="1" w:styleId="WW8Num8z0">
    <w:name w:val="WW8Num8z0"/>
    <w:uiPriority w:val="99"/>
    <w:rsid w:val="00675A83"/>
    <w:rPr>
      <w:rFonts w:ascii="Symbol" w:hAnsi="Symbol"/>
    </w:rPr>
  </w:style>
  <w:style w:type="character" w:customStyle="1" w:styleId="WW8Num9z0">
    <w:name w:val="WW8Num9z0"/>
    <w:uiPriority w:val="99"/>
    <w:rsid w:val="00675A83"/>
  </w:style>
  <w:style w:type="character" w:customStyle="1" w:styleId="WW8Num10z0">
    <w:name w:val="WW8Num10z0"/>
    <w:uiPriority w:val="99"/>
    <w:rsid w:val="00675A83"/>
    <w:rPr>
      <w:rFonts w:ascii="Symbol" w:hAnsi="Symbol"/>
    </w:rPr>
  </w:style>
  <w:style w:type="character" w:customStyle="1" w:styleId="WW8Num11z0">
    <w:name w:val="WW8Num11z0"/>
    <w:uiPriority w:val="99"/>
    <w:rsid w:val="00675A83"/>
    <w:rPr>
      <w:color w:val="000000"/>
    </w:rPr>
  </w:style>
  <w:style w:type="character" w:customStyle="1" w:styleId="WW8Num11z1">
    <w:name w:val="WW8Num11z1"/>
    <w:uiPriority w:val="99"/>
    <w:rsid w:val="00675A83"/>
  </w:style>
  <w:style w:type="character" w:customStyle="1" w:styleId="WW8Num12z0">
    <w:name w:val="WW8Num12z0"/>
    <w:uiPriority w:val="99"/>
    <w:rsid w:val="00675A83"/>
  </w:style>
  <w:style w:type="character" w:customStyle="1" w:styleId="1">
    <w:name w:val="Основной шрифт абзаца1"/>
    <w:uiPriority w:val="99"/>
    <w:rsid w:val="00675A83"/>
  </w:style>
  <w:style w:type="character" w:customStyle="1" w:styleId="HeaderChar">
    <w:name w:val="Header Char"/>
    <w:uiPriority w:val="99"/>
    <w:rsid w:val="00675A83"/>
  </w:style>
  <w:style w:type="character" w:customStyle="1" w:styleId="FooterChar">
    <w:name w:val="Footer Char"/>
    <w:uiPriority w:val="99"/>
    <w:rsid w:val="00675A83"/>
  </w:style>
  <w:style w:type="character" w:customStyle="1" w:styleId="BalloonTextChar">
    <w:name w:val="Balloon Text Char"/>
    <w:uiPriority w:val="99"/>
    <w:rsid w:val="00675A83"/>
    <w:rPr>
      <w:rFonts w:ascii="Tahoma" w:hAnsi="Tahoma"/>
      <w:sz w:val="16"/>
    </w:rPr>
  </w:style>
  <w:style w:type="character" w:customStyle="1" w:styleId="10">
    <w:name w:val="Знак примечания1"/>
    <w:uiPriority w:val="99"/>
    <w:rsid w:val="00675A83"/>
    <w:rPr>
      <w:sz w:val="18"/>
    </w:rPr>
  </w:style>
  <w:style w:type="character" w:customStyle="1" w:styleId="CommentTextChar">
    <w:name w:val="Comment Text Char"/>
    <w:uiPriority w:val="99"/>
    <w:rsid w:val="00675A83"/>
    <w:rPr>
      <w:sz w:val="24"/>
    </w:rPr>
  </w:style>
  <w:style w:type="character" w:customStyle="1" w:styleId="CommentSubjectChar">
    <w:name w:val="Comment Subject Char"/>
    <w:uiPriority w:val="99"/>
    <w:rsid w:val="00675A83"/>
    <w:rPr>
      <w:b/>
      <w:sz w:val="20"/>
    </w:rPr>
  </w:style>
  <w:style w:type="character" w:customStyle="1" w:styleId="ListParagraphChar">
    <w:name w:val="List Paragraph Char"/>
    <w:uiPriority w:val="99"/>
    <w:rsid w:val="00675A83"/>
  </w:style>
  <w:style w:type="character" w:customStyle="1" w:styleId="FootnoteTextChar">
    <w:name w:val="Footnote Text Char"/>
    <w:uiPriority w:val="99"/>
    <w:rsid w:val="00675A83"/>
    <w:rPr>
      <w:sz w:val="20"/>
    </w:rPr>
  </w:style>
  <w:style w:type="character" w:customStyle="1" w:styleId="a0">
    <w:name w:val="Символ сноски"/>
    <w:uiPriority w:val="99"/>
    <w:rsid w:val="00675A83"/>
    <w:rPr>
      <w:vertAlign w:val="superscript"/>
    </w:rPr>
  </w:style>
  <w:style w:type="character" w:customStyle="1" w:styleId="blk3">
    <w:name w:val="blk3"/>
    <w:uiPriority w:val="99"/>
    <w:rsid w:val="00675A83"/>
    <w:rPr>
      <w:vanish/>
    </w:rPr>
  </w:style>
  <w:style w:type="character" w:styleId="Hyperlink">
    <w:name w:val="Hyperlink"/>
    <w:basedOn w:val="DefaultParagraphFont"/>
    <w:uiPriority w:val="99"/>
    <w:rsid w:val="00675A8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75A83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675A83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675A83"/>
    <w:rPr>
      <w:sz w:val="22"/>
      <w:lang w:val="ru-RU"/>
    </w:rPr>
  </w:style>
  <w:style w:type="character" w:customStyle="1" w:styleId="EndnoteTextChar">
    <w:name w:val="Endnote Text Char"/>
    <w:uiPriority w:val="99"/>
    <w:rsid w:val="00675A83"/>
    <w:rPr>
      <w:sz w:val="20"/>
    </w:rPr>
  </w:style>
  <w:style w:type="character" w:customStyle="1" w:styleId="a1">
    <w:name w:val="Символы концевой сноски"/>
    <w:uiPriority w:val="99"/>
    <w:rsid w:val="00675A83"/>
    <w:rPr>
      <w:vertAlign w:val="superscript"/>
    </w:rPr>
  </w:style>
  <w:style w:type="character" w:customStyle="1" w:styleId="PlainTextChar">
    <w:name w:val="Plain Text Char"/>
    <w:uiPriority w:val="99"/>
    <w:rsid w:val="00675A83"/>
    <w:rPr>
      <w:rFonts w:ascii="Courier New" w:hAnsi="Courier New"/>
      <w:lang w:val="ru-RU"/>
    </w:rPr>
  </w:style>
  <w:style w:type="character" w:styleId="FootnoteReference">
    <w:name w:val="footnote reference"/>
    <w:basedOn w:val="DefaultParagraphFont"/>
    <w:uiPriority w:val="99"/>
    <w:rsid w:val="00675A83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675A83"/>
    <w:rPr>
      <w:rFonts w:cs="Times New Roman"/>
      <w:vertAlign w:val="superscript"/>
    </w:rPr>
  </w:style>
  <w:style w:type="character" w:customStyle="1" w:styleId="2">
    <w:name w:val="Основной шрифт абзаца2"/>
    <w:uiPriority w:val="99"/>
    <w:rsid w:val="00675A83"/>
  </w:style>
  <w:style w:type="character" w:customStyle="1" w:styleId="a2">
    <w:name w:val="Гипертекстовая ссылка"/>
    <w:uiPriority w:val="99"/>
    <w:rsid w:val="00675A83"/>
  </w:style>
  <w:style w:type="paragraph" w:customStyle="1" w:styleId="a">
    <w:name w:val="Заголовок"/>
    <w:basedOn w:val="Normal"/>
    <w:next w:val="BodyText"/>
    <w:uiPriority w:val="99"/>
    <w:rsid w:val="00675A83"/>
    <w:pPr>
      <w:keepNext/>
      <w:spacing w:before="240" w:after="120" w:line="276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1"/>
    <w:uiPriority w:val="99"/>
    <w:rsid w:val="00675A83"/>
    <w:pPr>
      <w:spacing w:after="120" w:line="240" w:lineRule="auto"/>
      <w:ind w:firstLine="709"/>
      <w:jc w:val="both"/>
    </w:pPr>
    <w:rPr>
      <w:rFonts w:eastAsia="Times New Roman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675A83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675A83"/>
    <w:rPr>
      <w:rFonts w:cs="Mangal"/>
    </w:rPr>
  </w:style>
  <w:style w:type="paragraph" w:styleId="Caption">
    <w:name w:val="caption"/>
    <w:basedOn w:val="Normal"/>
    <w:uiPriority w:val="99"/>
    <w:qFormat/>
    <w:rsid w:val="00675A83"/>
    <w:pPr>
      <w:suppressLineNumbers/>
      <w:spacing w:before="120" w:after="120" w:line="276" w:lineRule="auto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Normal"/>
    <w:uiPriority w:val="99"/>
    <w:rsid w:val="00675A83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2">
    <w:name w:val="Абзац списка1"/>
    <w:basedOn w:val="Normal"/>
    <w:uiPriority w:val="99"/>
    <w:rsid w:val="00675A83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675A83"/>
    <w:rPr>
      <w:rFonts w:ascii="Tahoma" w:hAnsi="Tahoma" w:cs="Tahoma"/>
      <w:sz w:val="20"/>
      <w:szCs w:val="20"/>
      <w:lang w:eastAsia="zh-CN"/>
    </w:rPr>
  </w:style>
  <w:style w:type="paragraph" w:customStyle="1" w:styleId="13">
    <w:name w:val="Текст примечания1"/>
    <w:basedOn w:val="Normal"/>
    <w:uiPriority w:val="99"/>
    <w:rsid w:val="00675A83"/>
    <w:pPr>
      <w:spacing w:after="200" w:line="240" w:lineRule="auto"/>
    </w:pPr>
    <w:rPr>
      <w:rFonts w:eastAsia="Times New Roman"/>
      <w:sz w:val="24"/>
      <w:szCs w:val="20"/>
      <w:lang w:eastAsia="zh-CN"/>
    </w:rPr>
  </w:style>
  <w:style w:type="paragraph" w:styleId="CommentText">
    <w:name w:val="annotation text"/>
    <w:basedOn w:val="Normal"/>
    <w:link w:val="CommentTextChar1"/>
    <w:uiPriority w:val="99"/>
    <w:semiHidden/>
    <w:rsid w:val="00675A83"/>
    <w:pPr>
      <w:spacing w:after="20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styleId="CommentSubject">
    <w:name w:val="annotation subject"/>
    <w:basedOn w:val="13"/>
    <w:next w:val="13"/>
    <w:link w:val="CommentSubjectChar1"/>
    <w:uiPriority w:val="99"/>
    <w:rsid w:val="00675A83"/>
    <w:rPr>
      <w:b/>
      <w:sz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locked/>
    <w:rsid w:val="00675A83"/>
    <w:rPr>
      <w:b/>
    </w:rPr>
  </w:style>
  <w:style w:type="paragraph" w:customStyle="1" w:styleId="ConsPlusNormal">
    <w:name w:val="ConsPlusNormal"/>
    <w:link w:val="ConsPlusNormal0"/>
    <w:uiPriority w:val="99"/>
    <w:rsid w:val="00675A83"/>
    <w:pPr>
      <w:widowControl w:val="0"/>
      <w:suppressAutoHyphens/>
      <w:autoSpaceDE w:val="0"/>
    </w:pPr>
    <w:rPr>
      <w:rFonts w:ascii="Arial" w:hAnsi="Arial"/>
      <w:lang w:eastAsia="zh-CN"/>
    </w:rPr>
  </w:style>
  <w:style w:type="paragraph" w:styleId="NormalWeb">
    <w:name w:val="Normal (Web)"/>
    <w:basedOn w:val="Normal"/>
    <w:uiPriority w:val="99"/>
    <w:rsid w:val="00675A83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675A83"/>
    <w:pPr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3">
    <w:name w:val="Обычный3"/>
    <w:uiPriority w:val="99"/>
    <w:rsid w:val="00675A83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675A83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675A83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Normal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675A83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EndnoteText">
    <w:name w:val="endnote text"/>
    <w:basedOn w:val="Normal"/>
    <w:link w:val="EndnoteTextChar1"/>
    <w:uiPriority w:val="99"/>
    <w:rsid w:val="00675A83"/>
    <w:pPr>
      <w:spacing w:after="200" w:line="276" w:lineRule="auto"/>
    </w:pPr>
    <w:rPr>
      <w:rFonts w:eastAsia="Times New Roman"/>
      <w:sz w:val="20"/>
      <w:szCs w:val="20"/>
      <w:lang w:eastAsia="zh-CN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675A83"/>
    <w:rPr>
      <w:rFonts w:ascii="Calibri" w:hAnsi="Calibri" w:cs="Times New Roman"/>
      <w:sz w:val="20"/>
      <w:szCs w:val="20"/>
      <w:lang w:eastAsia="zh-CN"/>
    </w:rPr>
  </w:style>
  <w:style w:type="paragraph" w:customStyle="1" w:styleId="14">
    <w:name w:val="Текст1"/>
    <w:basedOn w:val="Normal"/>
    <w:uiPriority w:val="99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3">
    <w:name w:val="Содержимое таблицы"/>
    <w:basedOn w:val="Normal"/>
    <w:uiPriority w:val="99"/>
    <w:rsid w:val="00675A83"/>
    <w:pPr>
      <w:suppressLineNumbers/>
      <w:spacing w:after="200" w:line="276" w:lineRule="auto"/>
    </w:pPr>
    <w:rPr>
      <w:rFonts w:eastAsia="Times New Roman"/>
      <w:lang w:eastAsia="zh-CN"/>
    </w:rPr>
  </w:style>
  <w:style w:type="paragraph" w:customStyle="1" w:styleId="a4">
    <w:name w:val="Заголовок таблицы"/>
    <w:basedOn w:val="a3"/>
    <w:uiPriority w:val="99"/>
    <w:rsid w:val="00675A83"/>
    <w:pPr>
      <w:jc w:val="center"/>
    </w:pPr>
    <w:rPr>
      <w:b/>
      <w:bCs/>
    </w:rPr>
  </w:style>
  <w:style w:type="paragraph" w:customStyle="1" w:styleId="a5">
    <w:name w:val="Содержимое врезки"/>
    <w:basedOn w:val="Normal"/>
    <w:uiPriority w:val="99"/>
    <w:rsid w:val="00675A83"/>
    <w:pPr>
      <w:spacing w:after="200" w:line="276" w:lineRule="auto"/>
    </w:pPr>
    <w:rPr>
      <w:rFonts w:eastAsia="Times New Roman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5A83"/>
    <w:rPr>
      <w:rFonts w:ascii="Arial" w:hAnsi="Arial" w:cs="Arial"/>
      <w:sz w:val="28"/>
      <w:szCs w:val="28"/>
      <w:lang w:eastAsia="zh-CN"/>
    </w:rPr>
  </w:style>
  <w:style w:type="paragraph" w:customStyle="1" w:styleId="Standard">
    <w:name w:val="Standard"/>
    <w:uiPriority w:val="99"/>
    <w:rsid w:val="00675A8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675A83"/>
    <w:rPr>
      <w:rFonts w:ascii="Arial" w:hAnsi="Arial"/>
      <w:sz w:val="22"/>
      <w:lang w:eastAsia="zh-CN"/>
    </w:rPr>
  </w:style>
  <w:style w:type="paragraph" w:styleId="ListParagraph">
    <w:name w:val="List Paragraph"/>
    <w:basedOn w:val="Normal"/>
    <w:uiPriority w:val="99"/>
    <w:qFormat/>
    <w:rsid w:val="00675A83"/>
    <w:pPr>
      <w:spacing w:after="200" w:line="276" w:lineRule="auto"/>
      <w:ind w:left="720"/>
      <w:contextualSpacing/>
    </w:pPr>
    <w:rPr>
      <w:rFonts w:eastAsia="Times New Roman"/>
      <w:lang w:eastAsia="zh-CN"/>
    </w:rPr>
  </w:style>
  <w:style w:type="table" w:styleId="TableGrid">
    <w:name w:val="Table Grid"/>
    <w:basedOn w:val="TableNormal"/>
    <w:uiPriority w:val="99"/>
    <w:rsid w:val="005E5F2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6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402BF5F15FE37E134BD04CEB7A43D8D7DE2D0D233A41831A2BEF430ADCF0E3FF83FB9B2EDF9EC0AA5CPDQ" TargetMode="External"/><Relationship Id="rId17" Type="http://schemas.openxmlformats.org/officeDocument/2006/relationships/footer" Target="footer9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6.xml"/><Relationship Id="rId10" Type="http://schemas.openxmlformats.org/officeDocument/2006/relationships/footer" Target="footer3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34</Pages>
  <Words>8385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11</cp:revision>
  <cp:lastPrinted>2018-06-29T09:03:00Z</cp:lastPrinted>
  <dcterms:created xsi:type="dcterms:W3CDTF">2018-04-06T06:30:00Z</dcterms:created>
  <dcterms:modified xsi:type="dcterms:W3CDTF">2018-07-05T06:33:00Z</dcterms:modified>
</cp:coreProperties>
</file>